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92" w:type="dxa"/>
        <w:jc w:val="center"/>
        <w:tblInd w:w="177" w:type="dxa"/>
        <w:tblLayout w:type="fixed"/>
        <w:tblCellMar>
          <w:top w:w="29" w:type="dxa"/>
          <w:left w:w="259" w:type="dxa"/>
          <w:bottom w:w="29" w:type="dxa"/>
          <w:right w:w="374" w:type="dxa"/>
        </w:tblCellMar>
        <w:tblLook w:val="01E0" w:firstRow="1" w:lastRow="1" w:firstColumn="1" w:lastColumn="1" w:noHBand="0" w:noVBand="0"/>
      </w:tblPr>
      <w:tblGrid>
        <w:gridCol w:w="2934"/>
        <w:gridCol w:w="8658"/>
      </w:tblGrid>
      <w:tr w:rsidR="00064766" w:rsidRPr="004575B3" w:rsidTr="0052165B">
        <w:trPr>
          <w:trHeight w:val="51"/>
          <w:jc w:val="center"/>
        </w:trPr>
        <w:tc>
          <w:tcPr>
            <w:tcW w:w="2934" w:type="dxa"/>
            <w:tcBorders>
              <w:top w:val="single" w:sz="4" w:space="0" w:color="435169"/>
              <w:left w:val="single" w:sz="4" w:space="0" w:color="435169"/>
              <w:bottom w:val="single" w:sz="2" w:space="0" w:color="435169"/>
              <w:right w:val="single" w:sz="4" w:space="0" w:color="435169"/>
            </w:tcBorders>
            <w:shd w:val="clear" w:color="auto" w:fill="CED5E0"/>
            <w:vAlign w:val="center"/>
          </w:tcPr>
          <w:p w:rsidR="00064766" w:rsidRPr="00497E92" w:rsidRDefault="001E4543" w:rsidP="000A03E3">
            <w:r>
              <w:t xml:space="preserve"> </w:t>
            </w:r>
            <w:r w:rsidR="00D15E4E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86975CE" wp14:editId="00D954BA">
                  <wp:extent cx="1084521" cy="1415453"/>
                  <wp:effectExtent l="0" t="0" r="1905" b="0"/>
                  <wp:docPr id="5" name="Picture 5" descr="BTSD Tiger - 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TSD Tiger - 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898" cy="141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58" w:type="dxa"/>
            <w:tcBorders>
              <w:top w:val="single" w:sz="4" w:space="0" w:color="435169"/>
              <w:left w:val="single" w:sz="4" w:space="0" w:color="435169"/>
              <w:bottom w:val="single" w:sz="2" w:space="0" w:color="435169"/>
              <w:right w:val="single" w:sz="4" w:space="0" w:color="435169"/>
            </w:tcBorders>
            <w:shd w:val="clear" w:color="auto" w:fill="CED5E0"/>
          </w:tcPr>
          <w:p w:rsidR="00064766" w:rsidRPr="007052CF" w:rsidRDefault="00187F11" w:rsidP="0002411E">
            <w:pPr>
              <w:pStyle w:val="Heading1"/>
              <w:rPr>
                <w:rFonts w:ascii="Bell MT" w:hAnsi="Bell MT"/>
                <w:i/>
                <w:sz w:val="52"/>
                <w:szCs w:val="52"/>
                <w14:textOutline w14:w="9525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7052CF">
              <w:rPr>
                <w:rFonts w:ascii="Bell MT" w:hAnsi="Bell MT"/>
                <w:i/>
                <w:sz w:val="52"/>
                <w:szCs w:val="5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Guid</w:t>
            </w:r>
            <w:r w:rsidR="00D76712" w:rsidRPr="007052CF">
              <w:rPr>
                <w:rFonts w:ascii="Bell MT" w:hAnsi="Bell MT"/>
                <w:i/>
                <w:sz w:val="52"/>
                <w:szCs w:val="52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ance News That You Can Use</w:t>
            </w:r>
          </w:p>
          <w:p w:rsidR="0002411E" w:rsidRPr="00F7522E" w:rsidRDefault="00642036" w:rsidP="00CD7464">
            <w:pPr>
              <w:rPr>
                <w:sz w:val="28"/>
                <w:szCs w:val="28"/>
              </w:rPr>
            </w:pPr>
            <w:r w:rsidRPr="00F7522E">
              <w:rPr>
                <w:rFonts w:ascii="Times New Roman" w:hAnsi="Times New Roman"/>
                <w:sz w:val="28"/>
                <w:szCs w:val="28"/>
              </w:rPr>
              <w:t xml:space="preserve">Features available resources on </w:t>
            </w:r>
            <w:r w:rsidR="00CD7464">
              <w:rPr>
                <w:rFonts w:ascii="Times New Roman" w:hAnsi="Times New Roman"/>
                <w:sz w:val="28"/>
                <w:szCs w:val="28"/>
              </w:rPr>
              <w:t xml:space="preserve">Miss Jones’ </w:t>
            </w:r>
            <w:r w:rsidRPr="00F7522E">
              <w:rPr>
                <w:rFonts w:ascii="Times New Roman" w:hAnsi="Times New Roman"/>
                <w:sz w:val="28"/>
                <w:szCs w:val="28"/>
              </w:rPr>
              <w:t xml:space="preserve">Guidance Department webpage </w:t>
            </w:r>
            <w:r w:rsidRPr="00F7522E">
              <w:rPr>
                <w:rFonts w:ascii="Times New Roman" w:hAnsi="Times New Roman"/>
                <w:b/>
                <w:i/>
                <w:sz w:val="28"/>
                <w:szCs w:val="28"/>
              </w:rPr>
              <w:t>Guidance News That You Can Use</w:t>
            </w:r>
            <w:r w:rsidRPr="00F7522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F7522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497E92" w:rsidRPr="00D13CEF" w:rsidTr="0052165B">
        <w:trPr>
          <w:trHeight w:val="288"/>
          <w:jc w:val="center"/>
        </w:trPr>
        <w:tc>
          <w:tcPr>
            <w:tcW w:w="2934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</w:tcBorders>
            <w:shd w:val="clear" w:color="auto" w:fill="FFCC99"/>
            <w:tcMar>
              <w:left w:w="115" w:type="dxa"/>
              <w:right w:w="72" w:type="dxa"/>
            </w:tcMar>
            <w:vAlign w:val="center"/>
          </w:tcPr>
          <w:p w:rsidR="00497E92" w:rsidRPr="00FE3B28" w:rsidRDefault="00497E92" w:rsidP="00374AF2">
            <w:pPr>
              <w:pStyle w:val="Date"/>
            </w:pPr>
            <w:r w:rsidRPr="00FE3B28">
              <w:fldChar w:fldCharType="begin"/>
            </w:r>
            <w:r w:rsidRPr="00FE3B28">
              <w:instrText xml:space="preserve"> DATE  \@ "MMMM d, yyyy"  \* MERGEFORMAT </w:instrText>
            </w:r>
            <w:r w:rsidRPr="00FE3B28">
              <w:fldChar w:fldCharType="separate"/>
            </w:r>
            <w:r w:rsidR="00F52CC4">
              <w:rPr>
                <w:noProof/>
              </w:rPr>
              <w:t>December 11, 2017</w:t>
            </w:r>
            <w:r w:rsidRPr="00FE3B28">
              <w:fldChar w:fldCharType="end"/>
            </w:r>
          </w:p>
        </w:tc>
        <w:tc>
          <w:tcPr>
            <w:tcW w:w="8658" w:type="dxa"/>
            <w:tcBorders>
              <w:top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FFCC99"/>
          </w:tcPr>
          <w:p w:rsidR="00497E92" w:rsidRPr="00D13CEF" w:rsidRDefault="00497E92" w:rsidP="00F90583">
            <w:pPr>
              <w:pStyle w:val="Volume"/>
            </w:pPr>
            <w:r w:rsidRPr="00D13CEF">
              <w:t>Volume 1, Number 1</w:t>
            </w:r>
          </w:p>
        </w:tc>
      </w:tr>
      <w:tr w:rsidR="00497E92" w:rsidRPr="00D13CEF" w:rsidTr="0052165B">
        <w:trPr>
          <w:trHeight w:val="1091"/>
          <w:jc w:val="center"/>
        </w:trPr>
        <w:tc>
          <w:tcPr>
            <w:tcW w:w="2934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EAEDF2"/>
          </w:tcPr>
          <w:p w:rsidR="009F6CBE" w:rsidRDefault="009F6CBE"/>
          <w:p w:rsidR="009F6CBE" w:rsidRDefault="009F6CBE"/>
          <w:tbl>
            <w:tblPr>
              <w:tblStyle w:val="TableGrid"/>
              <w:tblW w:w="276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72" w:type="dxa"/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761"/>
            </w:tblGrid>
            <w:tr w:rsidR="00497E92" w:rsidRPr="00172445" w:rsidTr="00F3180F">
              <w:trPr>
                <w:jc w:val="center"/>
              </w:trPr>
              <w:tc>
                <w:tcPr>
                  <w:tcW w:w="2761" w:type="dxa"/>
                  <w:tcMar>
                    <w:top w:w="2880" w:type="dxa"/>
                  </w:tcMar>
                </w:tcPr>
                <w:p w:rsidR="00D82464" w:rsidRPr="00F3180F" w:rsidRDefault="00F3180F" w:rsidP="00F3180F">
                  <w:pPr>
                    <w:pStyle w:val="StyleQuotationLeft0"/>
                    <w:rPr>
                      <w:rFonts w:ascii="Times New Roman" w:hAnsi="Times New Roman"/>
                      <w:b/>
                      <w:i w:val="0"/>
                      <w:sz w:val="28"/>
                      <w:szCs w:val="28"/>
                      <w:u w:val="single"/>
                    </w:rPr>
                  </w:pPr>
                  <w:r w:rsidRPr="00F3180F">
                    <w:rPr>
                      <w:rFonts w:ascii="Times New Roman" w:hAnsi="Times New Roman"/>
                      <w:b/>
                      <w:i w:val="0"/>
                      <w:color w:val="auto"/>
                      <w:sz w:val="28"/>
                      <w:szCs w:val="28"/>
                      <w:u w:val="single"/>
                    </w:rPr>
                    <w:t>Contact Information</w:t>
                  </w:r>
                </w:p>
              </w:tc>
            </w:tr>
          </w:tbl>
          <w:p w:rsidR="00D215D4" w:rsidRDefault="00D215D4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Armstrong Middle School</w:t>
            </w: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 xml:space="preserve">475 </w:t>
            </w:r>
            <w:proofErr w:type="spellStart"/>
            <w:r w:rsidRPr="00D82464">
              <w:rPr>
                <w:rFonts w:ascii="Times New Roman" w:hAnsi="Times New Roman"/>
                <w:sz w:val="20"/>
                <w:szCs w:val="20"/>
              </w:rPr>
              <w:t>Wistar</w:t>
            </w:r>
            <w:proofErr w:type="spellEnd"/>
            <w:r w:rsidRPr="00D82464">
              <w:rPr>
                <w:rFonts w:ascii="Times New Roman" w:hAnsi="Times New Roman"/>
                <w:sz w:val="20"/>
                <w:szCs w:val="20"/>
              </w:rPr>
              <w:t xml:space="preserve"> Road</w:t>
            </w: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Fairless Hills, PA 19030</w:t>
            </w:r>
          </w:p>
          <w:p w:rsidR="00A45FB8" w:rsidRDefault="000A5AF6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267.</w:t>
            </w:r>
            <w:r w:rsidR="004D044F">
              <w:rPr>
                <w:rFonts w:ascii="Times New Roman" w:hAnsi="Times New Roman"/>
                <w:sz w:val="20"/>
                <w:szCs w:val="20"/>
              </w:rPr>
              <w:t>599.2270</w:t>
            </w:r>
            <w:r w:rsidR="00A45FB8" w:rsidRPr="00D82464">
              <w:rPr>
                <w:rFonts w:ascii="Times New Roman" w:hAnsi="Times New Roman"/>
                <w:sz w:val="20"/>
                <w:szCs w:val="20"/>
              </w:rPr>
              <w:t xml:space="preserve"> (Office)</w:t>
            </w: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6000F" w:rsidRPr="00D82464" w:rsidRDefault="00A6000F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 xml:space="preserve">Karla </w:t>
            </w:r>
            <w:r w:rsidR="00E95CA7" w:rsidRPr="00D82464">
              <w:rPr>
                <w:rFonts w:ascii="Times New Roman" w:hAnsi="Times New Roman"/>
                <w:sz w:val="20"/>
                <w:szCs w:val="20"/>
              </w:rPr>
              <w:t>Davis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 xml:space="preserve"> Jones, M.Ed.</w:t>
            </w: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School Counselor</w:t>
            </w:r>
          </w:p>
          <w:p w:rsidR="0052165B" w:rsidRPr="0052165B" w:rsidRDefault="0052165B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52165B">
              <w:rPr>
                <w:rFonts w:ascii="Times New Roman" w:hAnsi="Times New Roman"/>
                <w:sz w:val="20"/>
                <w:szCs w:val="20"/>
              </w:rPr>
              <w:t xml:space="preserve">Gr. 6 (Black Team)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&amp; </w:t>
            </w:r>
            <w:r w:rsidRPr="0052165B">
              <w:rPr>
                <w:rFonts w:ascii="Times New Roman" w:hAnsi="Times New Roman"/>
                <w:sz w:val="20"/>
                <w:szCs w:val="20"/>
              </w:rPr>
              <w:t>Gr. 8</w:t>
            </w:r>
          </w:p>
          <w:p w:rsidR="008B7776" w:rsidRPr="00D82464" w:rsidRDefault="008B7776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Editor</w:t>
            </w:r>
          </w:p>
          <w:p w:rsidR="00843B4C" w:rsidRPr="00C432DE" w:rsidRDefault="00F52CC4" w:rsidP="00843B4C">
            <w:pPr>
              <w:pStyle w:val="NoSpacing"/>
              <w:rPr>
                <w:rFonts w:ascii="Times New Roman" w:hAnsi="Times New Roman"/>
                <w:szCs w:val="18"/>
              </w:rPr>
            </w:pPr>
            <w:hyperlink r:id="rId10" w:history="1">
              <w:r w:rsidR="00F25F15" w:rsidRPr="00C432DE">
                <w:rPr>
                  <w:rStyle w:val="Hyperlink"/>
                  <w:rFonts w:ascii="Times New Roman" w:hAnsi="Times New Roman"/>
                  <w:szCs w:val="18"/>
                </w:rPr>
                <w:t>karla.jones@bristoltwpsd.org</w:t>
              </w:r>
            </w:hyperlink>
          </w:p>
          <w:p w:rsidR="00843B4C" w:rsidRPr="00A6000F" w:rsidRDefault="00584EBF" w:rsidP="00843B4C">
            <w:pPr>
              <w:pStyle w:val="NoSpacing"/>
              <w:rPr>
                <w:rFonts w:ascii="Times New Roman" w:hAnsi="Times New Roman"/>
                <w:szCs w:val="18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267</w:t>
            </w:r>
            <w:r w:rsidR="00A66972" w:rsidRPr="00D82464">
              <w:rPr>
                <w:rFonts w:ascii="Times New Roman" w:hAnsi="Times New Roman"/>
                <w:sz w:val="20"/>
                <w:szCs w:val="20"/>
              </w:rPr>
              <w:t>.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>599</w:t>
            </w:r>
            <w:r w:rsidR="00A66972" w:rsidRPr="00D82464">
              <w:rPr>
                <w:rFonts w:ascii="Times New Roman" w:hAnsi="Times New Roman"/>
                <w:sz w:val="20"/>
                <w:szCs w:val="20"/>
              </w:rPr>
              <w:t>.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>2274</w:t>
            </w:r>
            <w:r w:rsidR="00843B4C" w:rsidRPr="00D824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3B4C" w:rsidRPr="00A6000F">
              <w:rPr>
                <w:rFonts w:ascii="Times New Roman" w:hAnsi="Times New Roman"/>
                <w:szCs w:val="18"/>
              </w:rPr>
              <w:t>(</w:t>
            </w:r>
            <w:r w:rsidR="00BF386E" w:rsidRPr="00A6000F">
              <w:rPr>
                <w:rFonts w:ascii="Times New Roman" w:hAnsi="Times New Roman"/>
                <w:szCs w:val="18"/>
              </w:rPr>
              <w:t>Voice</w:t>
            </w:r>
            <w:r w:rsidR="00A6000F" w:rsidRPr="00A6000F">
              <w:rPr>
                <w:rFonts w:ascii="Times New Roman" w:hAnsi="Times New Roman"/>
                <w:szCs w:val="18"/>
              </w:rPr>
              <w:t xml:space="preserve"> Mail</w:t>
            </w:r>
            <w:r w:rsidR="00BF386E" w:rsidRPr="00A6000F">
              <w:rPr>
                <w:rFonts w:ascii="Times New Roman" w:hAnsi="Times New Roman"/>
                <w:szCs w:val="18"/>
              </w:rPr>
              <w:t>)</w:t>
            </w:r>
          </w:p>
          <w:p w:rsid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2</w:t>
            </w:r>
            <w:r w:rsidR="00A45FB8" w:rsidRPr="00D82464">
              <w:rPr>
                <w:rFonts w:ascii="Times New Roman" w:hAnsi="Times New Roman"/>
                <w:sz w:val="20"/>
                <w:szCs w:val="20"/>
              </w:rPr>
              <w:t>67.599.2299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00F">
              <w:rPr>
                <w:rFonts w:ascii="Times New Roman" w:hAnsi="Times New Roman"/>
                <w:szCs w:val="18"/>
              </w:rPr>
              <w:t>(F</w:t>
            </w:r>
            <w:r w:rsidR="00A45FB8" w:rsidRPr="00A6000F">
              <w:rPr>
                <w:rFonts w:ascii="Times New Roman" w:hAnsi="Times New Roman"/>
                <w:szCs w:val="18"/>
              </w:rPr>
              <w:t>ax</w:t>
            </w:r>
            <w:r w:rsidRPr="00A6000F">
              <w:rPr>
                <w:rFonts w:ascii="Times New Roman" w:hAnsi="Times New Roman"/>
                <w:szCs w:val="18"/>
              </w:rPr>
              <w:t>)</w:t>
            </w:r>
          </w:p>
          <w:p w:rsidR="00193096" w:rsidRPr="00CF19F6" w:rsidRDefault="00F52CC4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193096" w:rsidRPr="00CF19F6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http://bit.ly/2ht66WQ</w:t>
              </w:r>
            </w:hyperlink>
          </w:p>
          <w:p w:rsidR="00473036" w:rsidRDefault="0047303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sz w:val="20"/>
                <w:szCs w:val="20"/>
              </w:rPr>
            </w:pPr>
            <w:r w:rsidRPr="00D82464">
              <w:rPr>
                <w:rStyle w:val="Hyperlink"/>
                <w:noProof/>
                <w:u w:val="none"/>
              </w:rPr>
              <w:drawing>
                <wp:inline distT="0" distB="0" distL="0" distR="0" wp14:anchorId="2C9424D6" wp14:editId="4A55E13C">
                  <wp:extent cx="1181100" cy="1181100"/>
                  <wp:effectExtent l="0" t="0" r="0" b="0"/>
                  <wp:docPr id="4" name="Picture 4" descr="C:\Users\Karla\AppData\Local\Microsoft\Windows\INetCache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arla\AppData\Local\Microsoft\Windows\INetCache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19F6" w:rsidRDefault="00CF19F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</w:p>
          <w:p w:rsidR="00CF19F6" w:rsidRDefault="00CF19F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</w:p>
          <w:p w:rsidR="008617F6" w:rsidRDefault="008617F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</w:p>
          <w:p w:rsidR="00CF7850" w:rsidRPr="00CF7850" w:rsidRDefault="00176233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Karla Davis Jones ©</w:t>
            </w:r>
            <w:r w:rsidR="00193096"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2017</w:t>
            </w:r>
          </w:p>
          <w:p w:rsidR="00C432DE" w:rsidRDefault="00421AEA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  <w:u w:val="single"/>
              </w:rPr>
            </w:pPr>
            <w:r>
              <w:rPr>
                <w:noProof/>
              </w:rPr>
              <w:lastRenderedPageBreak/>
              <w:t xml:space="preserve">  </w:t>
            </w:r>
            <w:r w:rsidRPr="00E73F8A">
              <w:rPr>
                <w:noProof/>
                <w:sz w:val="16"/>
                <w:szCs w:val="16"/>
              </w:rPr>
              <w:t xml:space="preserve">  </w:t>
            </w:r>
            <w:r w:rsidR="00D82464">
              <w:rPr>
                <w:noProof/>
              </w:rPr>
              <w:t xml:space="preserve">  </w:t>
            </w:r>
          </w:p>
          <w:p w:rsidR="005C22DE" w:rsidRPr="004448FB" w:rsidRDefault="00A278F9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0"/>
                <w:szCs w:val="30"/>
              </w:rPr>
            </w:pPr>
            <w:r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 xml:space="preserve">Students, please take this newsletter home to your parents </w:t>
            </w:r>
            <w:r w:rsidR="00295649"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>or</w:t>
            </w:r>
            <w:r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 xml:space="preserve"> guardians and </w:t>
            </w:r>
            <w:r w:rsidR="00295649"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 xml:space="preserve">together </w:t>
            </w:r>
            <w:r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>read about the many additional resources</w:t>
            </w:r>
            <w:r w:rsidR="00295649"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 xml:space="preserve"> available from the webpage </w:t>
            </w:r>
            <w:r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>Guidance News That You Can Use</w:t>
            </w:r>
            <w:r w:rsidR="00EB247B"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>.</w:t>
            </w:r>
          </w:p>
          <w:p w:rsidR="00EB247B" w:rsidRPr="004448FB" w:rsidRDefault="00A278F9" w:rsidP="00A278F9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0"/>
                <w:szCs w:val="30"/>
              </w:rPr>
            </w:pPr>
            <w:r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>Please click on th</w:t>
            </w:r>
            <w:r w:rsidR="00EB247B"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>e link below to connect.</w:t>
            </w:r>
          </w:p>
          <w:p w:rsidR="00A278F9" w:rsidRPr="004448FB" w:rsidRDefault="00F52CC4" w:rsidP="00A278F9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sz w:val="24"/>
              </w:rPr>
            </w:pPr>
            <w:hyperlink r:id="rId13" w:history="1">
              <w:r w:rsidR="00A278F9" w:rsidRPr="004448FB">
                <w:rPr>
                  <w:rStyle w:val="Hyperlink"/>
                  <w:rFonts w:ascii="Times New Roman" w:hAnsi="Times New Roman"/>
                  <w:sz w:val="24"/>
                </w:rPr>
                <w:t>http://bit.ly/2ht66WQ</w:t>
              </w:r>
            </w:hyperlink>
          </w:p>
          <w:p w:rsidR="00424C0E" w:rsidRDefault="00424C0E" w:rsidP="00A278F9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sz w:val="26"/>
                <w:szCs w:val="26"/>
              </w:rPr>
            </w:pPr>
          </w:p>
          <w:p w:rsidR="00F863B6" w:rsidRDefault="000B750B" w:rsidP="004448FB">
            <w:pPr>
              <w:pStyle w:val="Quotation2Numbered"/>
              <w:numPr>
                <w:ilvl w:val="0"/>
                <w:numId w:val="0"/>
              </w:numPr>
              <w:tabs>
                <w:tab w:val="left" w:pos="720"/>
              </w:tabs>
              <w:ind w:left="11" w:hanging="11"/>
              <w:rPr>
                <w:rFonts w:ascii="Times New Roman" w:hAnsi="Times New Roman"/>
                <w:b/>
                <w:noProof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noProof/>
                <w:sz w:val="30"/>
                <w:szCs w:val="30"/>
              </w:rPr>
              <w:t>Parents and Guardians, i</w:t>
            </w:r>
            <w:r w:rsidR="003C61FA" w:rsidRPr="004448FB">
              <w:rPr>
                <w:rFonts w:ascii="Times New Roman" w:hAnsi="Times New Roman"/>
                <w:b/>
                <w:noProof/>
                <w:sz w:val="30"/>
                <w:szCs w:val="30"/>
              </w:rPr>
              <w:t>f you have any questions about getting “plugged in,” please call Miss Jones, School Counselor at 267.599.2274, or, Mrs. Paula Page, Guidance Secretary at 267.599.2265.</w:t>
            </w:r>
          </w:p>
          <w:p w:rsidR="004448FB" w:rsidRPr="004448FB" w:rsidRDefault="004448FB" w:rsidP="004448FB">
            <w:pPr>
              <w:pStyle w:val="Quotation2Numbered"/>
              <w:numPr>
                <w:ilvl w:val="0"/>
                <w:numId w:val="0"/>
              </w:numPr>
              <w:tabs>
                <w:tab w:val="left" w:pos="720"/>
              </w:tabs>
              <w:ind w:left="11" w:hanging="11"/>
              <w:rPr>
                <w:rFonts w:ascii="Times New Roman" w:hAnsi="Times New Roman"/>
                <w:b/>
                <w:noProof/>
                <w:sz w:val="30"/>
                <w:szCs w:val="30"/>
              </w:rPr>
            </w:pPr>
          </w:p>
          <w:p w:rsidR="004448FB" w:rsidRDefault="004448FB" w:rsidP="00A46BDF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</w:p>
          <w:p w:rsidR="00CF7850" w:rsidRPr="00CF7850" w:rsidRDefault="00176233" w:rsidP="00A46BDF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sz w:val="36"/>
                <w:szCs w:val="36"/>
              </w:rPr>
            </w:pPr>
            <w:r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Karla Davis Jones ©2017</w:t>
            </w:r>
          </w:p>
        </w:tc>
        <w:tc>
          <w:tcPr>
            <w:tcW w:w="8658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</w:tcPr>
          <w:p w:rsidR="00AB72DC" w:rsidRPr="00970250" w:rsidRDefault="00AB72DC" w:rsidP="00AB72DC">
            <w:pPr>
              <w:rPr>
                <w:rFonts w:ascii="Times New Roman" w:hAnsi="Times New Roman"/>
                <w:sz w:val="24"/>
              </w:rPr>
            </w:pPr>
            <w:r w:rsidRPr="00970250">
              <w:rPr>
                <w:rFonts w:ascii="Times New Roman" w:hAnsi="Times New Roman"/>
                <w:sz w:val="24"/>
              </w:rPr>
              <w:lastRenderedPageBreak/>
              <w:t xml:space="preserve">Dear </w:t>
            </w:r>
            <w:r w:rsidR="00F52CC4">
              <w:rPr>
                <w:rFonts w:ascii="Times New Roman" w:hAnsi="Times New Roman"/>
                <w:sz w:val="24"/>
              </w:rPr>
              <w:t xml:space="preserve">Eighth Grade </w:t>
            </w:r>
            <w:bookmarkStart w:id="0" w:name="_GoBack"/>
            <w:bookmarkEnd w:id="0"/>
            <w:r w:rsidRPr="00970250">
              <w:rPr>
                <w:rFonts w:ascii="Times New Roman" w:hAnsi="Times New Roman"/>
                <w:sz w:val="24"/>
              </w:rPr>
              <w:t>Students, Parents, and Guardians,</w:t>
            </w:r>
          </w:p>
          <w:p w:rsidR="00AB72DC" w:rsidRPr="00970250" w:rsidRDefault="00AB72DC" w:rsidP="00AB72DC">
            <w:pPr>
              <w:rPr>
                <w:rFonts w:ascii="Times New Roman" w:hAnsi="Times New Roman"/>
                <w:sz w:val="24"/>
              </w:rPr>
            </w:pPr>
          </w:p>
          <w:p w:rsidR="009A0A04" w:rsidRDefault="00AB72DC" w:rsidP="00AB72DC">
            <w:pPr>
              <w:rPr>
                <w:rFonts w:ascii="Times New Roman" w:hAnsi="Times New Roman"/>
                <w:sz w:val="24"/>
              </w:rPr>
            </w:pPr>
            <w:r w:rsidRPr="004D0F03">
              <w:rPr>
                <w:rFonts w:ascii="Times New Roman" w:hAnsi="Times New Roman"/>
                <w:sz w:val="24"/>
              </w:rPr>
              <w:t xml:space="preserve">As the </w:t>
            </w:r>
            <w:r w:rsidRPr="004D0F03">
              <w:rPr>
                <w:rFonts w:ascii="Times New Roman" w:hAnsi="Times New Roman"/>
                <w:b/>
                <w:i/>
                <w:sz w:val="24"/>
              </w:rPr>
              <w:t>First Marking Period 2017</w:t>
            </w:r>
            <w:r w:rsidRPr="004D0F03">
              <w:rPr>
                <w:rFonts w:ascii="Times New Roman" w:hAnsi="Times New Roman"/>
                <w:sz w:val="24"/>
              </w:rPr>
              <w:t xml:space="preserve"> comes to a close, I wanted</w:t>
            </w:r>
            <w:r w:rsidR="00B32254">
              <w:rPr>
                <w:rFonts w:ascii="Times New Roman" w:hAnsi="Times New Roman"/>
                <w:sz w:val="24"/>
              </w:rPr>
              <w:t xml:space="preserve"> to</w:t>
            </w:r>
            <w:r w:rsidRPr="004D0F03">
              <w:rPr>
                <w:rFonts w:ascii="Times New Roman" w:hAnsi="Times New Roman"/>
                <w:sz w:val="24"/>
              </w:rPr>
              <w:t xml:space="preserve"> </w:t>
            </w:r>
            <w:r w:rsidR="004D0F03" w:rsidRPr="004D0F03">
              <w:rPr>
                <w:rFonts w:ascii="Times New Roman" w:hAnsi="Times New Roman"/>
                <w:sz w:val="24"/>
              </w:rPr>
              <w:t xml:space="preserve">ask you to complete the following </w:t>
            </w:r>
            <w:r w:rsidR="00B32254" w:rsidRPr="00B32254">
              <w:rPr>
                <w:rFonts w:ascii="Times New Roman" w:hAnsi="Times New Roman"/>
                <w:i/>
                <w:sz w:val="24"/>
              </w:rPr>
              <w:t xml:space="preserve">Student, </w:t>
            </w:r>
            <w:r w:rsidR="004D0F03" w:rsidRPr="00B32254">
              <w:rPr>
                <w:rFonts w:ascii="Times New Roman" w:hAnsi="Times New Roman"/>
                <w:i/>
                <w:sz w:val="24"/>
              </w:rPr>
              <w:t>Parents</w:t>
            </w:r>
            <w:r w:rsidR="00B32254" w:rsidRPr="00B32254">
              <w:rPr>
                <w:rFonts w:ascii="Times New Roman" w:hAnsi="Times New Roman"/>
                <w:i/>
                <w:sz w:val="24"/>
              </w:rPr>
              <w:t>,</w:t>
            </w:r>
            <w:r w:rsidR="004D0F03" w:rsidRPr="00B32254">
              <w:rPr>
                <w:rFonts w:ascii="Times New Roman" w:hAnsi="Times New Roman"/>
                <w:i/>
                <w:sz w:val="24"/>
              </w:rPr>
              <w:t xml:space="preserve"> and Guardians Action Items</w:t>
            </w:r>
            <w:r w:rsidR="004D0F03" w:rsidRPr="004D0F03">
              <w:rPr>
                <w:rFonts w:ascii="Times New Roman" w:hAnsi="Times New Roman"/>
                <w:sz w:val="24"/>
              </w:rPr>
              <w:t xml:space="preserve"> </w:t>
            </w:r>
            <w:r w:rsidR="004D0F03" w:rsidRPr="004D0F03">
              <w:rPr>
                <w:rFonts w:ascii="Times New Roman" w:hAnsi="Times New Roman"/>
                <w:noProof/>
                <w:color w:val="FF0000"/>
                <w:sz w:val="24"/>
              </w:rPr>
              <w:drawing>
                <wp:inline distT="0" distB="0" distL="0" distR="0" wp14:anchorId="5BAEA8AE" wp14:editId="5689F054">
                  <wp:extent cx="176002" cy="127221"/>
                  <wp:effectExtent l="0" t="0" r="0" b="6350"/>
                  <wp:docPr id="3" name="Picture 3" descr="large-right-check-166.6-615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large-right-check-166.6-615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37" cy="127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D0F03" w:rsidRPr="004D0F03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4D0F03" w:rsidRPr="004D0F03">
              <w:rPr>
                <w:rFonts w:ascii="Times New Roman" w:hAnsi="Times New Roman"/>
                <w:sz w:val="24"/>
              </w:rPr>
              <w:t>by doing</w:t>
            </w:r>
            <w:r w:rsidR="004D0F03" w:rsidRPr="004D0F03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9A0A04" w:rsidRPr="004D0F03">
              <w:rPr>
                <w:rFonts w:ascii="Times New Roman" w:hAnsi="Times New Roman"/>
                <w:sz w:val="24"/>
              </w:rPr>
              <w:t>the following:</w:t>
            </w:r>
          </w:p>
          <w:p w:rsidR="005828F2" w:rsidRPr="004D0F03" w:rsidRDefault="005828F2" w:rsidP="00AB72DC">
            <w:pPr>
              <w:rPr>
                <w:rFonts w:ascii="Times New Roman" w:hAnsi="Times New Roman"/>
                <w:sz w:val="24"/>
              </w:rPr>
            </w:pPr>
          </w:p>
          <w:p w:rsidR="00BE35A4" w:rsidRDefault="00A42E9C" w:rsidP="009A0A04">
            <w:pPr>
              <w:rPr>
                <w:rFonts w:ascii="Times New Roman" w:hAnsi="Times New Roman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4D5AD8C" wp14:editId="146F7DF9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53340</wp:posOffset>
                  </wp:positionV>
                  <wp:extent cx="859155" cy="621665"/>
                  <wp:effectExtent l="0" t="0" r="0" b="6985"/>
                  <wp:wrapTight wrapText="bothSides">
                    <wp:wrapPolygon edited="0">
                      <wp:start x="0" y="0"/>
                      <wp:lineTo x="0" y="21181"/>
                      <wp:lineTo x="21073" y="21181"/>
                      <wp:lineTo x="21073" y="0"/>
                      <wp:lineTo x="0" y="0"/>
                    </wp:wrapPolygon>
                  </wp:wrapTight>
                  <wp:docPr id="29" name="Picture 29" descr="C:\Users\Karla\Desktop\iCampus Screen Shot 93201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C:\Users\Karla\Desktop\iCampus Screen Shot 932017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155" cy="621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E35A4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 xml:space="preserve">Review your child’s report card by </w:t>
            </w:r>
            <w:r w:rsidR="009A0A04" w:rsidRPr="009A0A04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>click</w:t>
            </w:r>
            <w:r w:rsidR="00BE35A4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>ing</w:t>
            </w:r>
            <w:r w:rsidR="009A0A04" w:rsidRPr="009A0A04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 xml:space="preserve"> on this link </w:t>
            </w:r>
            <w:hyperlink r:id="rId16" w:history="1">
              <w:r w:rsidR="009A0A04" w:rsidRPr="009A0A04">
                <w:rPr>
                  <w:rStyle w:val="Hyperlink"/>
                  <w:rFonts w:ascii="Times New Roman" w:hAnsi="Times New Roman"/>
                  <w:sz w:val="24"/>
                </w:rPr>
                <w:t>http://bit.ly/2dHB1N8</w:t>
              </w:r>
            </w:hyperlink>
            <w:r w:rsidR="009A0A04" w:rsidRPr="009A0A04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 xml:space="preserve"> for </w:t>
            </w:r>
            <w:proofErr w:type="spellStart"/>
            <w:r w:rsidR="009A0A04" w:rsidRPr="009A0A04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>iCampus</w:t>
            </w:r>
            <w:proofErr w:type="spellEnd"/>
            <w:r w:rsidR="008137C3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>/Parent Portal</w:t>
            </w:r>
            <w:r w:rsidR="009A0A04" w:rsidRPr="009A0A04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 xml:space="preserve"> login instructions</w:t>
            </w:r>
            <w:bookmarkStart w:id="1" w:name="Please_note_that_I_will_be_using_the_iCa"/>
            <w:bookmarkEnd w:id="1"/>
            <w:r w:rsidR="009A0A04" w:rsidRPr="009A0A04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 xml:space="preserve"> for you and your child.</w:t>
            </w:r>
            <w:r w:rsidR="008137C3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 xml:space="preserve">  </w:t>
            </w:r>
            <w:r w:rsidR="009A0A04" w:rsidRPr="009A0A04">
              <w:rPr>
                <w:rStyle w:val="Strong"/>
                <w:rFonts w:ascii="Times New Roman" w:hAnsi="Times New Roman"/>
                <w:b w:val="0"/>
                <w:color w:val="000000"/>
                <w:sz w:val="24"/>
              </w:rPr>
              <w:t>I</w:t>
            </w:r>
            <w:r w:rsidR="009A0A04" w:rsidRPr="009A0A04">
              <w:rPr>
                <w:rFonts w:ascii="Times New Roman" w:hAnsi="Times New Roman"/>
                <w:sz w:val="24"/>
              </w:rPr>
              <w:t xml:space="preserve">f you need your </w:t>
            </w:r>
            <w:proofErr w:type="spellStart"/>
            <w:r w:rsidR="009A0A04" w:rsidRPr="009A0A04">
              <w:rPr>
                <w:rFonts w:ascii="Times New Roman" w:hAnsi="Times New Roman"/>
                <w:i/>
                <w:sz w:val="24"/>
              </w:rPr>
              <w:t>iCampus</w:t>
            </w:r>
            <w:proofErr w:type="spellEnd"/>
            <w:r w:rsidR="009A0A04" w:rsidRPr="009A0A04">
              <w:rPr>
                <w:rFonts w:ascii="Times New Roman" w:hAnsi="Times New Roman"/>
                <w:i/>
                <w:sz w:val="24"/>
              </w:rPr>
              <w:t xml:space="preserve"> </w:t>
            </w:r>
            <w:r w:rsidR="009A0A04" w:rsidRPr="009A0A04">
              <w:rPr>
                <w:rFonts w:ascii="Times New Roman" w:hAnsi="Times New Roman"/>
                <w:sz w:val="24"/>
              </w:rPr>
              <w:t xml:space="preserve">Access Code or help getting logged in, please contact Mrs. Paula Page, Guidance </w:t>
            </w:r>
          </w:p>
          <w:p w:rsidR="00B214EC" w:rsidRDefault="009A0A04" w:rsidP="00653BD1">
            <w:pPr>
              <w:rPr>
                <w:rFonts w:ascii="Times New Roman" w:hAnsi="Times New Roman"/>
                <w:sz w:val="24"/>
              </w:rPr>
            </w:pPr>
            <w:r w:rsidRPr="009A0A04">
              <w:rPr>
                <w:rFonts w:ascii="Times New Roman" w:hAnsi="Times New Roman"/>
                <w:sz w:val="24"/>
              </w:rPr>
              <w:t xml:space="preserve">Secretary, at 267-599-2265. </w:t>
            </w:r>
          </w:p>
          <w:p w:rsidR="00392E03" w:rsidRDefault="00392E03" w:rsidP="00653BD1">
            <w:pPr>
              <w:rPr>
                <w:rFonts w:ascii="Times New Roman" w:hAnsi="Times New Roman"/>
                <w:sz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86"/>
              <w:gridCol w:w="2790"/>
            </w:tblGrid>
            <w:tr w:rsidR="00392E03" w:rsidTr="0053361B">
              <w:tc>
                <w:tcPr>
                  <w:tcW w:w="4686" w:type="dxa"/>
                </w:tcPr>
                <w:p w:rsidR="00392E03" w:rsidRPr="0053361B" w:rsidRDefault="00392E03" w:rsidP="00653BD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3361B">
                    <w:rPr>
                      <w:rFonts w:ascii="Times New Roman" w:hAnsi="Times New Roman"/>
                      <w:sz w:val="20"/>
                      <w:szCs w:val="20"/>
                    </w:rPr>
                    <w:t xml:space="preserve">Second </w:t>
                  </w:r>
                  <w:r w:rsidR="0053361B">
                    <w:rPr>
                      <w:rFonts w:ascii="Times New Roman" w:hAnsi="Times New Roman"/>
                      <w:sz w:val="20"/>
                      <w:szCs w:val="20"/>
                    </w:rPr>
                    <w:t>Interim Progress Report a</w:t>
                  </w:r>
                  <w:r w:rsidR="0053361B" w:rsidRPr="0053361B">
                    <w:rPr>
                      <w:rFonts w:ascii="Times New Roman" w:hAnsi="Times New Roman"/>
                      <w:sz w:val="20"/>
                      <w:szCs w:val="20"/>
                    </w:rPr>
                    <w:t xml:space="preserve">vailable on </w:t>
                  </w:r>
                  <w:proofErr w:type="spellStart"/>
                  <w:r w:rsidR="0053361B" w:rsidRPr="0053361B">
                    <w:rPr>
                      <w:rFonts w:ascii="Times New Roman" w:hAnsi="Times New Roman"/>
                      <w:sz w:val="20"/>
                      <w:szCs w:val="20"/>
                    </w:rPr>
                    <w:t>iCampus</w:t>
                  </w:r>
                  <w:proofErr w:type="spellEnd"/>
                </w:p>
              </w:tc>
              <w:tc>
                <w:tcPr>
                  <w:tcW w:w="2790" w:type="dxa"/>
                </w:tcPr>
                <w:p w:rsidR="00392E03" w:rsidRPr="0053361B" w:rsidRDefault="00392E03" w:rsidP="00653BD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3361B">
                    <w:rPr>
                      <w:rFonts w:ascii="Times New Roman" w:hAnsi="Times New Roman"/>
                      <w:sz w:val="20"/>
                      <w:szCs w:val="20"/>
                    </w:rPr>
                    <w:t>Friday, December 15, 2017</w:t>
                  </w:r>
                </w:p>
              </w:tc>
            </w:tr>
            <w:tr w:rsidR="00392E03" w:rsidTr="0053361B">
              <w:tc>
                <w:tcPr>
                  <w:tcW w:w="4686" w:type="dxa"/>
                </w:tcPr>
                <w:p w:rsidR="00392E03" w:rsidRPr="0053361B" w:rsidRDefault="00392E03" w:rsidP="00653BD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3361B">
                    <w:rPr>
                      <w:rFonts w:ascii="Times New Roman" w:hAnsi="Times New Roman"/>
                      <w:sz w:val="20"/>
                      <w:szCs w:val="20"/>
                    </w:rPr>
                    <w:t>Second Marking Period Ends</w:t>
                  </w:r>
                </w:p>
              </w:tc>
              <w:tc>
                <w:tcPr>
                  <w:tcW w:w="2790" w:type="dxa"/>
                </w:tcPr>
                <w:p w:rsidR="00392E03" w:rsidRPr="0053361B" w:rsidRDefault="00392E03" w:rsidP="00653BD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3361B">
                    <w:rPr>
                      <w:rFonts w:ascii="Times New Roman" w:hAnsi="Times New Roman"/>
                      <w:sz w:val="20"/>
                      <w:szCs w:val="20"/>
                    </w:rPr>
                    <w:t>Thursday, January 25, 2018</w:t>
                  </w:r>
                </w:p>
              </w:tc>
            </w:tr>
            <w:tr w:rsidR="00392E03" w:rsidTr="0053361B">
              <w:tc>
                <w:tcPr>
                  <w:tcW w:w="4686" w:type="dxa"/>
                </w:tcPr>
                <w:p w:rsidR="00392E03" w:rsidRPr="0053361B" w:rsidRDefault="0053361B" w:rsidP="0053361B">
                  <w:pPr>
                    <w:pStyle w:val="NoSpacing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3361B">
                    <w:rPr>
                      <w:rFonts w:ascii="Times New Roman" w:hAnsi="Times New Roman"/>
                      <w:sz w:val="20"/>
                      <w:szCs w:val="20"/>
                    </w:rPr>
                    <w:t xml:space="preserve">Report Card Available on </w:t>
                  </w:r>
                  <w:proofErr w:type="spellStart"/>
                  <w:r w:rsidRPr="0053361B">
                    <w:rPr>
                      <w:rFonts w:ascii="Times New Roman" w:hAnsi="Times New Roman"/>
                      <w:sz w:val="20"/>
                      <w:szCs w:val="20"/>
                    </w:rPr>
                    <w:t>iCampus</w:t>
                  </w:r>
                  <w:proofErr w:type="spellEnd"/>
                </w:p>
              </w:tc>
              <w:tc>
                <w:tcPr>
                  <w:tcW w:w="2790" w:type="dxa"/>
                </w:tcPr>
                <w:p w:rsidR="00392E03" w:rsidRPr="0053361B" w:rsidRDefault="00392E03" w:rsidP="00653BD1">
                  <w:pPr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53361B">
                    <w:rPr>
                      <w:rFonts w:ascii="Times New Roman" w:hAnsi="Times New Roman"/>
                      <w:sz w:val="20"/>
                      <w:szCs w:val="20"/>
                    </w:rPr>
                    <w:t>Wednesday, February 7, 2018</w:t>
                  </w:r>
                </w:p>
              </w:tc>
            </w:tr>
          </w:tbl>
          <w:p w:rsidR="00392E03" w:rsidRDefault="00392E03" w:rsidP="00653BD1">
            <w:pPr>
              <w:rPr>
                <w:rFonts w:ascii="Times New Roman" w:hAnsi="Times New Roman"/>
                <w:sz w:val="24"/>
              </w:rPr>
            </w:pPr>
          </w:p>
          <w:p w:rsidR="009A0A04" w:rsidRDefault="008954BD" w:rsidP="00653BD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Please also remember to keep us informed of any changes in your mailing and email addresses, home and cellphone numbers, and emergency contact information.</w:t>
            </w:r>
          </w:p>
          <w:p w:rsidR="004E5480" w:rsidRDefault="004E5480" w:rsidP="004E5480">
            <w:pPr>
              <w:ind w:left="360"/>
              <w:rPr>
                <w:b/>
                <w:sz w:val="24"/>
              </w:rPr>
            </w:pPr>
          </w:p>
          <w:p w:rsidR="004E5480" w:rsidRDefault="004E5480" w:rsidP="004E5480">
            <w:pPr>
              <w:ind w:left="360"/>
              <w:rPr>
                <w:rFonts w:ascii="Times New Roman" w:hAnsi="Times New Roman"/>
                <w:color w:val="000000"/>
                <w:sz w:val="24"/>
              </w:rPr>
            </w:pPr>
            <w:r w:rsidRPr="004E5480">
              <w:rPr>
                <w:rFonts w:ascii="Times New Roman" w:hAnsi="Times New Roman"/>
                <w:color w:val="000000"/>
                <w:sz w:val="24"/>
              </w:rPr>
              <w:t xml:space="preserve">Say </w:t>
            </w:r>
            <w:r w:rsidRPr="004E5480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yes </w:t>
            </w:r>
            <w:r w:rsidRPr="004E5480">
              <w:rPr>
                <w:rFonts w:ascii="Times New Roman" w:hAnsi="Times New Roman"/>
                <w:color w:val="000000"/>
                <w:sz w:val="24"/>
              </w:rPr>
              <w:t xml:space="preserve">to receiving notifications from our </w:t>
            </w:r>
            <w:r w:rsidRPr="004E5480">
              <w:rPr>
                <w:rFonts w:ascii="Times New Roman" w:hAnsi="Times New Roman"/>
                <w:b/>
                <w:i/>
                <w:color w:val="000000"/>
                <w:sz w:val="24"/>
              </w:rPr>
              <w:t xml:space="preserve">8th Grade Student Body Google Classroom 2017-2018 </w:t>
            </w:r>
            <w:r w:rsidRPr="004E5480">
              <w:rPr>
                <w:rFonts w:ascii="Times New Roman" w:hAnsi="Times New Roman"/>
                <w:color w:val="000000"/>
                <w:sz w:val="24"/>
              </w:rPr>
              <w:t xml:space="preserve">regarding many announcements.  Simply open your email account, double check your Spam folder, and find an email from </w:t>
            </w:r>
            <w:r w:rsidRPr="004E5480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 xml:space="preserve">Google 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</w:rPr>
              <w:t xml:space="preserve">Classroom. </w:t>
            </w:r>
            <w:r w:rsidR="00F77F3D">
              <w:rPr>
                <w:rFonts w:ascii="Times New Roman" w:hAnsi="Times New Roman"/>
                <w:color w:val="000000"/>
                <w:sz w:val="24"/>
              </w:rPr>
              <w:t>Inside the email you will read</w:t>
            </w:r>
            <w:r w:rsidRPr="004E5480">
              <w:rPr>
                <w:rFonts w:ascii="Times New Roman" w:hAnsi="Times New Roman"/>
                <w:color w:val="000000"/>
                <w:sz w:val="24"/>
              </w:rPr>
              <w:t xml:space="preserve"> instructions asking if you want to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  <w:p w:rsidR="004E5480" w:rsidRDefault="00847041" w:rsidP="00B214EC">
            <w:pPr>
              <w:pStyle w:val="NormalWeb"/>
              <w:spacing w:before="0" w:beforeAutospacing="0" w:after="0" w:afterAutospacing="0"/>
            </w:pPr>
            <w:r>
              <w:rPr>
                <w:noProof/>
                <w:sz w:val="28"/>
              </w:rPr>
              <w:drawing>
                <wp:anchor distT="0" distB="0" distL="114300" distR="114300" simplePos="0" relativeHeight="251658240" behindDoc="1" locked="0" layoutInCell="1" allowOverlap="1" wp14:anchorId="14407015" wp14:editId="0718991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-652145</wp:posOffset>
                  </wp:positionV>
                  <wp:extent cx="857250" cy="857250"/>
                  <wp:effectExtent l="0" t="0" r="0" b="0"/>
                  <wp:wrapTight wrapText="bothSides">
                    <wp:wrapPolygon edited="0">
                      <wp:start x="0" y="0"/>
                      <wp:lineTo x="0" y="21120"/>
                      <wp:lineTo x="21120" y="21120"/>
                      <wp:lineTo x="21120" y="0"/>
                      <wp:lineTo x="0" y="0"/>
                    </wp:wrapPolygon>
                  </wp:wrapTight>
                  <wp:docPr id="2" name="Picture 2" descr="Google Classroom">
                    <a:hlinkClick xmlns:a="http://schemas.openxmlformats.org/drawingml/2006/main" r:id="rId17" tooltip="&quot;Google Classroom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Google Classroom">
                            <a:hlinkClick r:id="rId17" tooltip="&quot;Google Classroom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 w:rsidR="004E5480" w:rsidRPr="004E5480">
              <w:rPr>
                <w:color w:val="000000"/>
              </w:rPr>
              <w:t>receive</w:t>
            </w:r>
            <w:proofErr w:type="gramEnd"/>
            <w:r w:rsidR="004E5480" w:rsidRPr="004E5480">
              <w:rPr>
                <w:color w:val="000000"/>
              </w:rPr>
              <w:t xml:space="preserve"> notifications about your </w:t>
            </w:r>
            <w:r w:rsidR="001518D3">
              <w:rPr>
                <w:color w:val="000000"/>
              </w:rPr>
              <w:t>child’s Google Classroom</w:t>
            </w:r>
            <w:r w:rsidR="008F190D">
              <w:rPr>
                <w:color w:val="000000"/>
              </w:rPr>
              <w:t xml:space="preserve">.  </w:t>
            </w:r>
            <w:r w:rsidR="00A42E9C">
              <w:rPr>
                <w:color w:val="000000"/>
              </w:rPr>
              <w:t xml:space="preserve"> If you </w:t>
            </w:r>
            <w:r w:rsidR="00045AD0">
              <w:rPr>
                <w:color w:val="000000"/>
              </w:rPr>
              <w:t xml:space="preserve">did not receive an email invitation, </w:t>
            </w:r>
            <w:r w:rsidR="00045AD0" w:rsidRPr="009A0A04">
              <w:t>please contact Mrs. Paula Page, Guidance Secretary, at 267-599-2265.</w:t>
            </w:r>
            <w:r w:rsidR="003A56F4">
              <w:t xml:space="preserve">  Please note that your child already receives these notifications.</w:t>
            </w:r>
          </w:p>
          <w:p w:rsidR="003A56F4" w:rsidRDefault="003A56F4" w:rsidP="00B214EC">
            <w:pPr>
              <w:pStyle w:val="NormalWeb"/>
              <w:spacing w:before="0" w:beforeAutospacing="0" w:after="0" w:afterAutospacing="0"/>
            </w:pPr>
          </w:p>
          <w:p w:rsidR="003A56F4" w:rsidRDefault="003A56F4" w:rsidP="003A56F4">
            <w:pPr>
              <w:pStyle w:val="NormalWeb"/>
              <w:spacing w:before="0" w:beforeAutospacing="0" w:after="0" w:afterAutospacing="0"/>
              <w:rPr>
                <w:rStyle w:val="Hyperlink"/>
              </w:rPr>
            </w:pPr>
            <w:r>
              <w:t xml:space="preserve">Once you </w:t>
            </w:r>
            <w:r w:rsidRPr="00552F34">
              <w:rPr>
                <w:b/>
              </w:rPr>
              <w:t>accept</w:t>
            </w:r>
            <w:r>
              <w:t xml:space="preserve"> the invitation, you will join your child in receiving notifications such as the </w:t>
            </w:r>
            <w:r w:rsidRPr="00E977E4">
              <w:rPr>
                <w:b/>
                <w:bCs/>
                <w:i/>
                <w:iCs/>
                <w:color w:val="000000"/>
                <w:u w:val="single"/>
              </w:rPr>
              <w:t>School-Wide Announcements</w:t>
            </w:r>
            <w:r w:rsidR="00552F34" w:rsidRPr="00552F34">
              <w:rPr>
                <w:b/>
                <w:bCs/>
                <w:iCs/>
                <w:color w:val="000000"/>
              </w:rPr>
              <w:t>.</w:t>
            </w:r>
            <w:r w:rsidR="00552F34">
              <w:rPr>
                <w:b/>
                <w:bCs/>
                <w:iCs/>
                <w:color w:val="000000"/>
              </w:rPr>
              <w:t xml:space="preserve">  </w:t>
            </w:r>
            <w:r w:rsidRPr="00E977E4">
              <w:rPr>
                <w:color w:val="000000"/>
              </w:rPr>
              <w:t>To read the current announcements, please click on this link:  </w:t>
            </w:r>
            <w:hyperlink r:id="rId19" w:history="1">
              <w:r w:rsidRPr="00E977E4">
                <w:rPr>
                  <w:rStyle w:val="Hyperlink"/>
                </w:rPr>
                <w:t>http://bit.ly/2eT7a7D</w:t>
              </w:r>
            </w:hyperlink>
          </w:p>
          <w:p w:rsidR="00617B13" w:rsidRDefault="00617B13" w:rsidP="003A56F4">
            <w:pPr>
              <w:pStyle w:val="NormalWeb"/>
              <w:spacing w:before="0" w:beforeAutospacing="0" w:after="0" w:afterAutospacing="0"/>
              <w:rPr>
                <w:rStyle w:val="Hyperlink"/>
              </w:rPr>
            </w:pPr>
          </w:p>
          <w:p w:rsidR="00CE61B2" w:rsidRDefault="00617B13" w:rsidP="00617B13">
            <w:pPr>
              <w:rPr>
                <w:rFonts w:ascii="Times New Roman" w:hAnsi="Times New Roman"/>
                <w:sz w:val="24"/>
              </w:rPr>
            </w:pPr>
            <w:r w:rsidRPr="007A5480">
              <w:rPr>
                <w:rStyle w:val="Hyperlink"/>
                <w:rFonts w:ascii="Times New Roman" w:hAnsi="Times New Roman"/>
                <w:b/>
                <w:color w:val="FF0000"/>
                <w:sz w:val="28"/>
                <w:szCs w:val="28"/>
                <w:u w:val="none"/>
              </w:rPr>
              <w:t>Absence</w:t>
            </w:r>
            <w:r w:rsidR="00CE61B2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  P</w:t>
            </w:r>
            <w:r w:rsidRPr="00970250">
              <w:rPr>
                <w:rFonts w:ascii="Times New Roman" w:hAnsi="Times New Roman"/>
                <w:b/>
                <w:sz w:val="24"/>
              </w:rPr>
              <w:t xml:space="preserve">lease email </w:t>
            </w:r>
            <w:r w:rsidR="00384AC7">
              <w:rPr>
                <w:rFonts w:ascii="Times New Roman" w:hAnsi="Times New Roman"/>
                <w:b/>
                <w:sz w:val="24"/>
              </w:rPr>
              <w:t xml:space="preserve">your child’s </w:t>
            </w:r>
            <w:r w:rsidRPr="00970250">
              <w:rPr>
                <w:rFonts w:ascii="Times New Roman" w:hAnsi="Times New Roman"/>
                <w:b/>
                <w:sz w:val="24"/>
              </w:rPr>
              <w:t>absence notes to Mrs. Jill Stinson</w:t>
            </w:r>
            <w:r w:rsidR="00211A21">
              <w:rPr>
                <w:rFonts w:ascii="Times New Roman" w:hAnsi="Times New Roman"/>
                <w:b/>
                <w:sz w:val="24"/>
              </w:rPr>
              <w:t xml:space="preserve"> at</w:t>
            </w:r>
            <w:r w:rsidR="00754955">
              <w:rPr>
                <w:rFonts w:ascii="Times New Roman" w:hAnsi="Times New Roman"/>
                <w:b/>
                <w:sz w:val="24"/>
              </w:rPr>
              <w:t>:</w:t>
            </w:r>
            <w:r w:rsidRPr="00970250">
              <w:rPr>
                <w:rFonts w:ascii="Times New Roman" w:hAnsi="Times New Roman"/>
                <w:sz w:val="24"/>
              </w:rPr>
              <w:t xml:space="preserve"> </w:t>
            </w:r>
          </w:p>
          <w:p w:rsidR="00211A21" w:rsidRDefault="00CE61B2" w:rsidP="00211A21">
            <w:pPr>
              <w:rPr>
                <w:rFonts w:ascii="Times New Roman" w:hAnsi="Times New Roman"/>
                <w:sz w:val="24"/>
              </w:rPr>
            </w:pPr>
            <w:r w:rsidRPr="00211A21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Notes  </w:t>
            </w:r>
            <w:r w:rsidRPr="00211A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hyperlink r:id="rId20" w:history="1">
              <w:r w:rsidR="00617B13" w:rsidRPr="00970250">
                <w:rPr>
                  <w:rStyle w:val="Hyperlink"/>
                  <w:rFonts w:ascii="Times New Roman" w:hAnsi="Times New Roman"/>
                  <w:sz w:val="24"/>
                </w:rPr>
                <w:t>jill.stinson@bristoltwpsd.org</w:t>
              </w:r>
            </w:hyperlink>
            <w:r w:rsidR="00740C98">
              <w:rPr>
                <w:rStyle w:val="Hyperlink"/>
                <w:rFonts w:ascii="Times New Roman" w:hAnsi="Times New Roman"/>
                <w:sz w:val="24"/>
                <w:u w:val="none"/>
              </w:rPr>
              <w:t xml:space="preserve">.  </w:t>
            </w:r>
            <w:r w:rsidR="00740C98" w:rsidRPr="00740C98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Students with </w:t>
            </w:r>
            <w:r w:rsidR="00740C98" w:rsidRPr="00754955">
              <w:rPr>
                <w:rStyle w:val="Hyperlink"/>
                <w:rFonts w:ascii="Times New Roman" w:hAnsi="Times New Roman"/>
                <w:b/>
                <w:color w:val="auto"/>
                <w:sz w:val="24"/>
                <w:u w:val="none"/>
              </w:rPr>
              <w:t xml:space="preserve">three or more </w:t>
            </w:r>
            <w:r w:rsidR="00740C98" w:rsidRPr="00CE61B2">
              <w:rPr>
                <w:rStyle w:val="Hyperlink"/>
                <w:rFonts w:ascii="Times New Roman" w:hAnsi="Times New Roman"/>
                <w:b/>
                <w:color w:val="auto"/>
                <w:sz w:val="24"/>
                <w:u w:val="none"/>
              </w:rPr>
              <w:t>unexcused</w:t>
            </w:r>
            <w:r w:rsidR="00740C98" w:rsidRPr="00740C98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 </w:t>
            </w:r>
            <w:r w:rsidR="00740C98" w:rsidRPr="00211A21">
              <w:rPr>
                <w:rStyle w:val="Hyperlink"/>
                <w:rFonts w:ascii="Times New Roman" w:hAnsi="Times New Roman"/>
                <w:b/>
                <w:color w:val="auto"/>
                <w:sz w:val="24"/>
                <w:u w:val="none"/>
              </w:rPr>
              <w:t>absences</w:t>
            </w:r>
            <w:r w:rsidR="00740C98" w:rsidRPr="00740C98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 will be r</w:t>
            </w:r>
            <w:r w:rsidR="00211A21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>equired to meet with Mrs. Roth</w:t>
            </w:r>
            <w:r w:rsidR="00740C98" w:rsidRPr="00740C98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>berg, Home and School Visitor</w:t>
            </w:r>
            <w:r w:rsidR="00740C98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.  Any student with </w:t>
            </w:r>
            <w:r w:rsidR="00740C98" w:rsidRPr="00CE61B2">
              <w:rPr>
                <w:rStyle w:val="Hyperlink"/>
                <w:rFonts w:ascii="Times New Roman" w:hAnsi="Times New Roman"/>
                <w:b/>
                <w:color w:val="auto"/>
                <w:sz w:val="24"/>
                <w:u w:val="none"/>
              </w:rPr>
              <w:t>ten</w:t>
            </w:r>
            <w:r w:rsidR="00740C98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 </w:t>
            </w:r>
            <w:r w:rsidR="00740C98" w:rsidRPr="00CE61B2">
              <w:rPr>
                <w:rStyle w:val="Hyperlink"/>
                <w:rFonts w:ascii="Times New Roman" w:hAnsi="Times New Roman"/>
                <w:b/>
                <w:color w:val="auto"/>
                <w:sz w:val="24"/>
                <w:u w:val="none"/>
              </w:rPr>
              <w:t>absences, excused or unexcused</w:t>
            </w:r>
            <w:r w:rsidR="00740C98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>, will be required to have a doctor’s notes for any future absences.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  Students have </w:t>
            </w:r>
            <w:r w:rsidRPr="00211A21">
              <w:rPr>
                <w:rStyle w:val="Hyperlink"/>
                <w:rFonts w:ascii="Times New Roman" w:hAnsi="Times New Roman"/>
                <w:b/>
                <w:color w:val="auto"/>
                <w:sz w:val="24"/>
                <w:u w:val="none"/>
              </w:rPr>
              <w:t>ten days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 from the day they return to turn in their absence note.  </w:t>
            </w:r>
            <w:r w:rsidR="00617B13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Please click on this link:       </w:t>
            </w:r>
            <w:hyperlink r:id="rId21" w:history="1">
              <w:r w:rsidR="00617B13" w:rsidRPr="00B1596A">
                <w:rPr>
                  <w:rStyle w:val="Hyperlink"/>
                  <w:rFonts w:ascii="Times New Roman" w:hAnsi="Times New Roman"/>
                  <w:sz w:val="24"/>
                </w:rPr>
                <w:t>http://bit.ly/2g9dRWG</w:t>
              </w:r>
            </w:hyperlink>
            <w:r w:rsidR="00617B13" w:rsidRPr="00740C98">
              <w:rPr>
                <w:rStyle w:val="Hyperlink"/>
                <w:rFonts w:ascii="Times New Roman" w:hAnsi="Times New Roman"/>
                <w:sz w:val="24"/>
                <w:u w:val="none"/>
              </w:rPr>
              <w:t xml:space="preserve"> </w:t>
            </w:r>
            <w:r w:rsidR="00617B13" w:rsidRPr="00617B13"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>for more details about our</w:t>
            </w:r>
            <w:r w:rsidR="00617B13" w:rsidRPr="00617B13">
              <w:rPr>
                <w:rStyle w:val="Hyperlink"/>
                <w:rFonts w:ascii="Times New Roman" w:hAnsi="Times New Roman"/>
                <w:color w:val="auto"/>
                <w:sz w:val="24"/>
              </w:rPr>
              <w:t xml:space="preserve"> </w:t>
            </w:r>
            <w:r w:rsidR="00617B13" w:rsidRPr="00970250">
              <w:rPr>
                <w:rFonts w:ascii="Times New Roman" w:hAnsi="Times New Roman"/>
                <w:b/>
                <w:i/>
                <w:sz w:val="24"/>
                <w:u w:val="single"/>
              </w:rPr>
              <w:t>Attendance Policy</w:t>
            </w:r>
            <w:r w:rsidR="00617B13" w:rsidRPr="00617B13">
              <w:rPr>
                <w:rFonts w:ascii="Times New Roman" w:hAnsi="Times New Roman"/>
                <w:sz w:val="24"/>
              </w:rPr>
              <w:t>.</w:t>
            </w:r>
            <w:r w:rsidR="00211A21">
              <w:rPr>
                <w:rFonts w:ascii="Times New Roman" w:hAnsi="Times New Roman"/>
                <w:sz w:val="24"/>
              </w:rPr>
              <w:t xml:space="preserve">     </w:t>
            </w:r>
          </w:p>
          <w:p w:rsidR="00211A21" w:rsidRPr="008A33EE" w:rsidRDefault="00211A21" w:rsidP="00211A21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 w:rsidRPr="008A33EE">
              <w:rPr>
                <w:sz w:val="12"/>
                <w:szCs w:val="12"/>
              </w:rPr>
              <w:t xml:space="preserve">      </w:t>
            </w:r>
            <w:r>
              <w:rPr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</w:t>
            </w:r>
            <w:r w:rsidRPr="008A33EE">
              <w:rPr>
                <w:sz w:val="12"/>
                <w:szCs w:val="12"/>
              </w:rPr>
              <w:t xml:space="preserve">  </w:t>
            </w:r>
            <w:r>
              <w:rPr>
                <w:rFonts w:ascii="Times New Roman" w:hAnsi="Times New Roman"/>
                <w:noProof/>
                <w:sz w:val="12"/>
                <w:szCs w:val="12"/>
              </w:rPr>
              <w:t xml:space="preserve">      </w:t>
            </w:r>
            <w:r w:rsidRPr="008A33EE">
              <w:rPr>
                <w:rFonts w:ascii="Times New Roman" w:hAnsi="Times New Roman"/>
                <w:noProof/>
                <w:sz w:val="12"/>
                <w:szCs w:val="12"/>
              </w:rPr>
              <w:drawing>
                <wp:inline distT="0" distB="0" distL="0" distR="0" wp14:anchorId="6750F0B3" wp14:editId="272EF78B">
                  <wp:extent cx="182880" cy="182880"/>
                  <wp:effectExtent l="0" t="0" r="7620" b="7620"/>
                  <wp:docPr id="1" name="Picture 1" descr="Description: MC90043156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MC90043156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28" cy="182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2E03" w:rsidRPr="008A33EE" w:rsidRDefault="008A33EE" w:rsidP="00211A21">
            <w:pPr>
              <w:rPr>
                <w:rFonts w:ascii="Times New Roman" w:hAnsi="Times New Roman"/>
                <w:noProof/>
                <w:sz w:val="12"/>
                <w:szCs w:val="12"/>
              </w:rPr>
            </w:pPr>
            <w:r>
              <w:rPr>
                <w:rFonts w:ascii="Times New Roman" w:hAnsi="Times New Roman"/>
                <w:sz w:val="24"/>
              </w:rPr>
              <w:t xml:space="preserve">        </w:t>
            </w:r>
            <w:r w:rsidRPr="008A33EE"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   </w:t>
            </w:r>
            <w:r w:rsidRPr="008A33EE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392E03" w:rsidRPr="008A33EE">
              <w:rPr>
                <w:rFonts w:ascii="Times New Roman" w:hAnsi="Times New Roman"/>
                <w:noProof/>
                <w:sz w:val="12"/>
                <w:szCs w:val="12"/>
              </w:rPr>
              <w:t xml:space="preserve">                                                                                         </w:t>
            </w:r>
          </w:p>
          <w:p w:rsidR="00392E03" w:rsidRPr="008A33EE" w:rsidRDefault="00392E03" w:rsidP="00392E03">
            <w:pPr>
              <w:pStyle w:val="NormalWeb"/>
              <w:spacing w:before="0" w:beforeAutospacing="0" w:after="0" w:afterAutospacing="0"/>
              <w:rPr>
                <w:noProof/>
                <w:sz w:val="12"/>
                <w:szCs w:val="12"/>
              </w:rPr>
            </w:pPr>
            <w:r w:rsidRPr="008A33EE">
              <w:rPr>
                <w:sz w:val="12"/>
                <w:szCs w:val="12"/>
              </w:rPr>
              <w:lastRenderedPageBreak/>
              <w:t xml:space="preserve"> </w:t>
            </w:r>
            <w:r w:rsidRPr="008A33EE">
              <w:rPr>
                <w:sz w:val="12"/>
                <w:szCs w:val="12"/>
              </w:rPr>
              <w:tab/>
            </w:r>
            <w:r w:rsidRPr="008A33EE">
              <w:rPr>
                <w:sz w:val="12"/>
                <w:szCs w:val="12"/>
              </w:rPr>
              <w:tab/>
            </w:r>
            <w:r w:rsidRPr="008A33EE">
              <w:rPr>
                <w:sz w:val="12"/>
                <w:szCs w:val="12"/>
              </w:rPr>
              <w:tab/>
            </w:r>
            <w:r w:rsidRPr="008A33EE">
              <w:rPr>
                <w:sz w:val="12"/>
                <w:szCs w:val="12"/>
              </w:rPr>
              <w:tab/>
            </w:r>
            <w:r w:rsidRPr="008A33EE">
              <w:rPr>
                <w:sz w:val="12"/>
                <w:szCs w:val="12"/>
              </w:rPr>
              <w:tab/>
            </w:r>
            <w:r w:rsidRPr="008A33EE">
              <w:rPr>
                <w:sz w:val="12"/>
                <w:szCs w:val="12"/>
              </w:rPr>
              <w:tab/>
            </w:r>
            <w:r w:rsidRPr="008A33EE">
              <w:rPr>
                <w:sz w:val="12"/>
                <w:szCs w:val="12"/>
              </w:rPr>
              <w:tab/>
              <w:t xml:space="preserve">        </w:t>
            </w:r>
          </w:p>
          <w:p w:rsidR="00AB72DC" w:rsidRDefault="00653BD1" w:rsidP="00AB72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Listed below are </w:t>
            </w:r>
            <w:r w:rsidR="0049558C">
              <w:rPr>
                <w:rFonts w:ascii="Times New Roman" w:hAnsi="Times New Roman"/>
                <w:sz w:val="24"/>
              </w:rPr>
              <w:t>a</w:t>
            </w:r>
            <w:r w:rsidR="003405C6">
              <w:rPr>
                <w:rFonts w:ascii="Times New Roman" w:hAnsi="Times New Roman"/>
                <w:sz w:val="24"/>
              </w:rPr>
              <w:t xml:space="preserve">dditional </w:t>
            </w:r>
            <w:r w:rsidR="00AB72DC" w:rsidRPr="00970250">
              <w:rPr>
                <w:rFonts w:ascii="Times New Roman" w:hAnsi="Times New Roman"/>
                <w:sz w:val="24"/>
              </w:rPr>
              <w:t>resources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49558C">
              <w:rPr>
                <w:rFonts w:ascii="Times New Roman" w:hAnsi="Times New Roman"/>
                <w:sz w:val="24"/>
              </w:rPr>
              <w:t>that</w:t>
            </w:r>
            <w:r w:rsidR="00AB72DC" w:rsidRPr="00970250">
              <w:rPr>
                <w:rFonts w:ascii="Times New Roman" w:hAnsi="Times New Roman"/>
                <w:sz w:val="24"/>
              </w:rPr>
              <w:t xml:space="preserve"> I hope</w:t>
            </w:r>
            <w:r w:rsidR="00801E7C">
              <w:rPr>
                <w:rFonts w:ascii="Times New Roman" w:hAnsi="Times New Roman"/>
                <w:sz w:val="24"/>
              </w:rPr>
              <w:t xml:space="preserve"> you</w:t>
            </w:r>
            <w:r w:rsidR="00AB72DC" w:rsidRPr="00970250">
              <w:rPr>
                <w:rFonts w:ascii="Times New Roman" w:hAnsi="Times New Roman"/>
                <w:sz w:val="24"/>
              </w:rPr>
              <w:t xml:space="preserve"> will find useful.</w:t>
            </w:r>
          </w:p>
          <w:p w:rsidR="00DB39A0" w:rsidRPr="00970250" w:rsidRDefault="00DB39A0" w:rsidP="00AB72DC">
            <w:pPr>
              <w:rPr>
                <w:rFonts w:ascii="Times New Roman" w:hAnsi="Times New Roman"/>
                <w:sz w:val="24"/>
              </w:rPr>
            </w:pPr>
          </w:p>
          <w:p w:rsidR="00DB39A0" w:rsidRPr="00970250" w:rsidRDefault="00DB39A0" w:rsidP="00DB39A0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r w:rsidRPr="00970250">
              <w:rPr>
                <w:rFonts w:ascii="Times New Roman" w:hAnsi="Times New Roman"/>
                <w:b/>
                <w:i/>
                <w:sz w:val="24"/>
                <w:u w:val="single"/>
              </w:rPr>
              <w:t>Armstrong’s Honor Society 2017 – 2018 Requirements</w:t>
            </w:r>
          </w:p>
          <w:p w:rsidR="00DB39A0" w:rsidRDefault="00F52CC4" w:rsidP="00AB72DC">
            <w:pPr>
              <w:rPr>
                <w:rStyle w:val="Hyperlink"/>
                <w:rFonts w:ascii="Times New Roman" w:hAnsi="Times New Roman"/>
                <w:sz w:val="24"/>
              </w:rPr>
            </w:pPr>
            <w:hyperlink r:id="rId23" w:history="1">
              <w:r w:rsidR="00D43709" w:rsidRPr="00970250">
                <w:rPr>
                  <w:rStyle w:val="Hyperlink"/>
                  <w:rFonts w:ascii="Times New Roman" w:hAnsi="Times New Roman"/>
                  <w:sz w:val="24"/>
                </w:rPr>
                <w:t>http://bit.ly/2AmPkmK</w:t>
              </w:r>
            </w:hyperlink>
          </w:p>
          <w:p w:rsidR="004D3ED0" w:rsidRDefault="004D3ED0" w:rsidP="00AB72DC">
            <w:pPr>
              <w:rPr>
                <w:rStyle w:val="Hyperlink"/>
                <w:rFonts w:ascii="Times New Roman" w:hAnsi="Times New Roman"/>
                <w:sz w:val="24"/>
              </w:rPr>
            </w:pPr>
          </w:p>
          <w:p w:rsidR="00DB39A0" w:rsidRPr="00970250" w:rsidRDefault="00DB39A0" w:rsidP="00DB39A0">
            <w:pPr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</w:pPr>
            <w:r w:rsidRPr="00970250"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  <w:t>Athletic Eligibility Requirements</w:t>
            </w:r>
          </w:p>
          <w:p w:rsidR="00DB39A0" w:rsidRPr="00970250" w:rsidRDefault="00F52CC4" w:rsidP="00DB39A0">
            <w:pPr>
              <w:rPr>
                <w:rStyle w:val="Hyperlink"/>
                <w:rFonts w:ascii="Times New Roman" w:hAnsi="Times New Roman"/>
                <w:i/>
                <w:sz w:val="24"/>
              </w:rPr>
            </w:pPr>
            <w:hyperlink r:id="rId24" w:history="1">
              <w:r w:rsidR="00DB39A0" w:rsidRPr="00970250">
                <w:rPr>
                  <w:rStyle w:val="Hyperlink"/>
                  <w:rFonts w:ascii="Times New Roman" w:hAnsi="Times New Roman"/>
                  <w:i/>
                  <w:sz w:val="24"/>
                </w:rPr>
                <w:t>http://bit.ly/2xgB0dI</w:t>
              </w:r>
            </w:hyperlink>
          </w:p>
          <w:p w:rsidR="00DB39A0" w:rsidRPr="00970250" w:rsidRDefault="00DB39A0" w:rsidP="00DB39A0">
            <w:pPr>
              <w:rPr>
                <w:rStyle w:val="Hyperlink"/>
                <w:rFonts w:ascii="Times New Roman" w:hAnsi="Times New Roman"/>
                <w:i/>
                <w:sz w:val="24"/>
              </w:rPr>
            </w:pPr>
          </w:p>
          <w:p w:rsidR="00DB39A0" w:rsidRPr="00970250" w:rsidRDefault="00DB39A0" w:rsidP="00DB39A0">
            <w:pPr>
              <w:pStyle w:val="NormalWeb"/>
              <w:spacing w:before="0" w:beforeAutospacing="0" w:after="0" w:afterAutospacing="0"/>
            </w:pPr>
            <w:r w:rsidRPr="00970250">
              <w:rPr>
                <w:b/>
                <w:bCs/>
                <w:i/>
                <w:iCs/>
                <w:color w:val="000000"/>
                <w:u w:val="single"/>
              </w:rPr>
              <w:t>Community Opportunities – Student Volunteer or Participation</w:t>
            </w:r>
            <w:r w:rsidRPr="00970250">
              <w:rPr>
                <w:b/>
                <w:bCs/>
                <w:i/>
                <w:iCs/>
                <w:color w:val="000000"/>
              </w:rPr>
              <w:t xml:space="preserve"> </w:t>
            </w:r>
          </w:p>
          <w:p w:rsidR="00DB39A0" w:rsidRDefault="00DB39A0" w:rsidP="00DB39A0">
            <w:pPr>
              <w:pStyle w:val="NormalWeb"/>
              <w:spacing w:before="0" w:beforeAutospacing="0" w:after="0" w:afterAutospacing="0"/>
              <w:rPr>
                <w:b/>
                <w:bCs/>
                <w:i/>
                <w:color w:val="000000"/>
                <w:u w:val="single"/>
              </w:rPr>
            </w:pPr>
            <w:r w:rsidRPr="00970250">
              <w:rPr>
                <w:color w:val="000000"/>
                <w:shd w:val="clear" w:color="auto" w:fill="FFFFFF"/>
              </w:rPr>
              <w:t xml:space="preserve">The listing provides our students with the organizations and contact information for Bucks County organizations that provide volunteer or participation opportunities.  Please click on this link:  </w:t>
            </w:r>
            <w:hyperlink r:id="rId25" w:history="1">
              <w:r w:rsidRPr="00970250">
                <w:rPr>
                  <w:rStyle w:val="Hyperlink"/>
                </w:rPr>
                <w:t>http://bit.ly/2r95rPl</w:t>
              </w:r>
            </w:hyperlink>
            <w:r w:rsidRPr="00970250">
              <w:t xml:space="preserve">.  </w:t>
            </w:r>
            <w:r w:rsidRPr="00970250">
              <w:rPr>
                <w:color w:val="000000"/>
                <w:shd w:val="clear" w:color="auto" w:fill="FFFFFF"/>
              </w:rPr>
              <w:t>Please check back frequently as new opportunities are always being added.</w:t>
            </w:r>
          </w:p>
          <w:p w:rsidR="005879C2" w:rsidRDefault="005879C2" w:rsidP="00DB39A0">
            <w:pPr>
              <w:pStyle w:val="NormalWeb"/>
              <w:spacing w:before="0" w:beforeAutospacing="0" w:after="0" w:afterAutospacing="0"/>
              <w:rPr>
                <w:b/>
                <w:bCs/>
                <w:i/>
                <w:color w:val="000000"/>
                <w:u w:val="single"/>
              </w:rPr>
            </w:pPr>
          </w:p>
          <w:p w:rsidR="006A5C20" w:rsidRPr="00970250" w:rsidRDefault="006A5C20" w:rsidP="006A5C20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r w:rsidRPr="00970250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District Grading </w:t>
            </w:r>
            <w:r w:rsidR="003F37AE" w:rsidRPr="00970250">
              <w:rPr>
                <w:rFonts w:ascii="Times New Roman" w:hAnsi="Times New Roman"/>
                <w:b/>
                <w:i/>
                <w:sz w:val="24"/>
                <w:u w:val="single"/>
              </w:rPr>
              <w:t>Procedures</w:t>
            </w:r>
          </w:p>
          <w:p w:rsidR="006A5C20" w:rsidRPr="00970250" w:rsidRDefault="006A5C20" w:rsidP="006A5C20">
            <w:pPr>
              <w:rPr>
                <w:rStyle w:val="Strong"/>
                <w:rFonts w:ascii="Times New Roman" w:hAnsi="Times New Roman"/>
                <w:sz w:val="24"/>
              </w:rPr>
            </w:pPr>
            <w:r w:rsidRPr="00970250">
              <w:rPr>
                <w:rFonts w:ascii="Times New Roman" w:hAnsi="Times New Roman"/>
                <w:sz w:val="24"/>
              </w:rPr>
              <w:t xml:space="preserve">Provides criteria for </w:t>
            </w:r>
            <w:r w:rsidRPr="00970250">
              <w:rPr>
                <w:rFonts w:ascii="Times New Roman" w:hAnsi="Times New Roman"/>
                <w:b/>
                <w:i/>
                <w:sz w:val="24"/>
              </w:rPr>
              <w:t>Honor Roll</w:t>
            </w:r>
            <w:r w:rsidRPr="00970250">
              <w:rPr>
                <w:rFonts w:ascii="Times New Roman" w:hAnsi="Times New Roman"/>
                <w:sz w:val="24"/>
              </w:rPr>
              <w:t xml:space="preserve">, </w:t>
            </w:r>
            <w:r w:rsidRPr="00970250">
              <w:rPr>
                <w:rFonts w:ascii="Times New Roman" w:hAnsi="Times New Roman"/>
                <w:b/>
                <w:i/>
                <w:sz w:val="24"/>
              </w:rPr>
              <w:t>Course Failure</w:t>
            </w:r>
            <w:r w:rsidRPr="00970250">
              <w:rPr>
                <w:rFonts w:ascii="Times New Roman" w:hAnsi="Times New Roman"/>
                <w:sz w:val="24"/>
              </w:rPr>
              <w:t xml:space="preserve">, </w:t>
            </w:r>
            <w:proofErr w:type="gramStart"/>
            <w:r w:rsidRPr="00970250">
              <w:rPr>
                <w:rFonts w:ascii="Times New Roman" w:hAnsi="Times New Roman"/>
                <w:b/>
                <w:i/>
                <w:sz w:val="24"/>
              </w:rPr>
              <w:t>Failure</w:t>
            </w:r>
            <w:proofErr w:type="gramEnd"/>
            <w:r w:rsidRPr="00970250">
              <w:rPr>
                <w:rFonts w:ascii="Times New Roman" w:hAnsi="Times New Roman"/>
                <w:b/>
                <w:i/>
                <w:sz w:val="24"/>
              </w:rPr>
              <w:t xml:space="preserve"> for the Year</w:t>
            </w:r>
            <w:r w:rsidRPr="00970250">
              <w:rPr>
                <w:rFonts w:ascii="Times New Roman" w:hAnsi="Times New Roman"/>
                <w:sz w:val="24"/>
              </w:rPr>
              <w:t xml:space="preserve">, and </w:t>
            </w:r>
            <w:r w:rsidRPr="00970250">
              <w:rPr>
                <w:rStyle w:val="Strong"/>
                <w:rFonts w:ascii="Times New Roman" w:hAnsi="Times New Roman"/>
                <w:i/>
                <w:sz w:val="24"/>
              </w:rPr>
              <w:t>Athlete Eligibility Requirement</w:t>
            </w:r>
            <w:r w:rsidRPr="00970250">
              <w:rPr>
                <w:rStyle w:val="Strong"/>
                <w:rFonts w:ascii="Times New Roman" w:hAnsi="Times New Roman"/>
                <w:sz w:val="24"/>
              </w:rPr>
              <w:t>.</w:t>
            </w:r>
            <w:r w:rsidR="00A96F30" w:rsidRPr="00970250">
              <w:rPr>
                <w:rStyle w:val="Strong"/>
                <w:rFonts w:ascii="Times New Roman" w:hAnsi="Times New Roman"/>
                <w:sz w:val="24"/>
              </w:rPr>
              <w:t xml:space="preserve">  </w:t>
            </w:r>
            <w:r w:rsidR="00A96F30" w:rsidRPr="00970250">
              <w:rPr>
                <w:rStyle w:val="Strong"/>
                <w:rFonts w:ascii="Times New Roman" w:hAnsi="Times New Roman"/>
                <w:b w:val="0"/>
                <w:sz w:val="24"/>
              </w:rPr>
              <w:t>Please click on this link:</w:t>
            </w:r>
            <w:r w:rsidR="00A96F30" w:rsidRPr="00970250">
              <w:rPr>
                <w:rStyle w:val="Strong"/>
                <w:rFonts w:ascii="Times New Roman" w:hAnsi="Times New Roman"/>
                <w:sz w:val="24"/>
              </w:rPr>
              <w:t xml:space="preserve">  </w:t>
            </w:r>
            <w:hyperlink r:id="rId26" w:history="1">
              <w:r w:rsidR="00A96F30" w:rsidRPr="00970250">
                <w:rPr>
                  <w:rStyle w:val="Hyperlink"/>
                  <w:rFonts w:ascii="Times New Roman" w:hAnsi="Times New Roman"/>
                  <w:sz w:val="24"/>
                </w:rPr>
                <w:t>http://bit.ly/2dZYoWE</w:t>
              </w:r>
            </w:hyperlink>
            <w:r w:rsidR="00A96F30" w:rsidRPr="00970250">
              <w:rPr>
                <w:rStyle w:val="Hyperlink"/>
                <w:rFonts w:ascii="Times New Roman" w:hAnsi="Times New Roman"/>
                <w:sz w:val="24"/>
                <w:u w:val="none"/>
              </w:rPr>
              <w:t>.</w:t>
            </w:r>
          </w:p>
          <w:p w:rsidR="006A5C20" w:rsidRPr="00970250" w:rsidRDefault="006A5C20" w:rsidP="006A5C20">
            <w:pPr>
              <w:rPr>
                <w:rStyle w:val="Strong"/>
                <w:rFonts w:ascii="Times New Roman" w:hAnsi="Times New Roman"/>
                <w:sz w:val="24"/>
              </w:rPr>
            </w:pPr>
          </w:p>
          <w:p w:rsidR="006A5C20" w:rsidRPr="00970250" w:rsidRDefault="006A5C20" w:rsidP="006A5C20">
            <w:pPr>
              <w:rPr>
                <w:rFonts w:ascii="Times New Roman" w:hAnsi="Times New Roman"/>
                <w:sz w:val="24"/>
              </w:rPr>
            </w:pPr>
            <w:r w:rsidRPr="00970250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Family Services Association </w:t>
            </w:r>
            <w:r w:rsidRPr="00970250">
              <w:rPr>
                <w:rFonts w:ascii="Times New Roman" w:hAnsi="Times New Roman"/>
                <w:sz w:val="24"/>
                <w:u w:val="single"/>
              </w:rPr>
              <w:t xml:space="preserve">– </w:t>
            </w:r>
            <w:r w:rsidRPr="00970250">
              <w:rPr>
                <w:rFonts w:ascii="Times New Roman" w:hAnsi="Times New Roman"/>
                <w:b/>
                <w:i/>
                <w:sz w:val="24"/>
                <w:u w:val="single"/>
              </w:rPr>
              <w:t>Counseling Services</w:t>
            </w:r>
            <w:r w:rsidRPr="00970250">
              <w:rPr>
                <w:rFonts w:ascii="Times New Roman" w:hAnsi="Times New Roman"/>
                <w:sz w:val="24"/>
              </w:rPr>
              <w:t xml:space="preserve"> </w:t>
            </w:r>
          </w:p>
          <w:p w:rsidR="006A5C20" w:rsidRPr="00970250" w:rsidRDefault="006A5C20" w:rsidP="00A96F30">
            <w:pPr>
              <w:rPr>
                <w:rStyle w:val="Hyperlink"/>
                <w:rFonts w:ascii="Times New Roman" w:hAnsi="Times New Roman"/>
                <w:sz w:val="24"/>
                <w:u w:val="none"/>
                <w:shd w:val="clear" w:color="auto" w:fill="FFFFFF"/>
              </w:rPr>
            </w:pPr>
            <w:r w:rsidRPr="00970250">
              <w:rPr>
                <w:rFonts w:ascii="Times New Roman" w:hAnsi="Times New Roman"/>
                <w:sz w:val="24"/>
              </w:rPr>
              <w:t>I</w:t>
            </w:r>
            <w:r w:rsidRPr="00970250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mproving the lives of children and their families, doing whatever it takes to help them overcome obstacles and reach their full potential.</w:t>
            </w:r>
            <w:r w:rsidR="00A96F30" w:rsidRPr="00970250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 Please click on this link:  </w:t>
            </w:r>
            <w:hyperlink r:id="rId27" w:history="1">
              <w:r w:rsidR="00A96F30" w:rsidRPr="00970250">
                <w:rPr>
                  <w:rStyle w:val="Hyperlink"/>
                  <w:rFonts w:ascii="Times New Roman" w:hAnsi="Times New Roman"/>
                  <w:sz w:val="24"/>
                  <w:shd w:val="clear" w:color="auto" w:fill="FFFFFF"/>
                </w:rPr>
                <w:t>http://bit.ly/2fRTRWZ</w:t>
              </w:r>
            </w:hyperlink>
            <w:r w:rsidR="00A96F30" w:rsidRPr="00970250">
              <w:rPr>
                <w:rStyle w:val="Hyperlink"/>
                <w:rFonts w:ascii="Times New Roman" w:hAnsi="Times New Roman"/>
                <w:sz w:val="24"/>
                <w:u w:val="none"/>
                <w:shd w:val="clear" w:color="auto" w:fill="FFFFFF"/>
              </w:rPr>
              <w:t>.</w:t>
            </w:r>
          </w:p>
          <w:p w:rsidR="00CE1035" w:rsidRPr="00970250" w:rsidRDefault="00CE1035" w:rsidP="00A96F30">
            <w:pPr>
              <w:rPr>
                <w:rStyle w:val="Hyperlink"/>
                <w:rFonts w:ascii="Times New Roman" w:hAnsi="Times New Roman"/>
                <w:sz w:val="24"/>
                <w:u w:val="none"/>
                <w:shd w:val="clear" w:color="auto" w:fill="FFFFFF"/>
              </w:rPr>
            </w:pPr>
          </w:p>
          <w:p w:rsidR="00A91F00" w:rsidRPr="00E977E4" w:rsidRDefault="00BB4CA4" w:rsidP="00BB4CA4">
            <w:pPr>
              <w:pStyle w:val="NormalWeb"/>
              <w:spacing w:before="0" w:beforeAutospacing="0" w:after="0" w:afterAutospacing="0"/>
            </w:pPr>
            <w:r w:rsidRPr="00E977E4">
              <w:rPr>
                <w:b/>
                <w:bCs/>
                <w:i/>
                <w:iCs/>
                <w:color w:val="000000"/>
                <w:u w:val="single"/>
              </w:rPr>
              <w:t>Guidance News That You Can Use Newsletter</w:t>
            </w:r>
          </w:p>
          <w:p w:rsidR="00EF576E" w:rsidRPr="00E977E4" w:rsidRDefault="00BB4CA4" w:rsidP="00BB4CA4">
            <w:pPr>
              <w:pStyle w:val="NormalWeb"/>
              <w:spacing w:before="0" w:beforeAutospacing="0" w:after="0" w:afterAutospacing="0"/>
            </w:pPr>
            <w:r w:rsidRPr="00E977E4">
              <w:rPr>
                <w:color w:val="000000"/>
              </w:rPr>
              <w:t xml:space="preserve">During our Open House, I hope that you received a copy of my newsletter </w:t>
            </w:r>
          </w:p>
          <w:p w:rsidR="00603FCD" w:rsidRPr="00E977E4" w:rsidRDefault="00BB4CA4" w:rsidP="00BB4CA4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E977E4">
              <w:rPr>
                <w:b/>
                <w:bCs/>
                <w:i/>
                <w:iCs/>
                <w:color w:val="000000"/>
              </w:rPr>
              <w:t>Guidance News That You Can Use</w:t>
            </w:r>
            <w:r w:rsidRPr="00E977E4">
              <w:rPr>
                <w:color w:val="000000"/>
              </w:rPr>
              <w:t>.  Please click on this</w:t>
            </w:r>
            <w:r w:rsidR="00EF576E" w:rsidRPr="00E977E4">
              <w:rPr>
                <w:color w:val="000000"/>
              </w:rPr>
              <w:t xml:space="preserve"> link:  </w:t>
            </w:r>
            <w:r w:rsidR="00603FCD" w:rsidRPr="00E977E4">
              <w:rPr>
                <w:color w:val="000000"/>
              </w:rPr>
              <w:t xml:space="preserve"> </w:t>
            </w:r>
          </w:p>
          <w:p w:rsidR="00BB4CA4" w:rsidRPr="00E977E4" w:rsidRDefault="00F52CC4" w:rsidP="00BB4CA4">
            <w:pPr>
              <w:pStyle w:val="NormalWeb"/>
              <w:spacing w:before="0" w:beforeAutospacing="0" w:after="0" w:afterAutospacing="0"/>
            </w:pPr>
            <w:hyperlink r:id="rId28" w:history="1">
              <w:r w:rsidR="00BB4CA4" w:rsidRPr="00E977E4">
                <w:rPr>
                  <w:rStyle w:val="Hyperlink"/>
                </w:rPr>
                <w:t>http://bit.ly/2pej2Yw</w:t>
              </w:r>
            </w:hyperlink>
            <w:r w:rsidR="00EF576E" w:rsidRPr="00E977E4">
              <w:rPr>
                <w:rStyle w:val="Hyperlink"/>
                <w:u w:val="none"/>
              </w:rPr>
              <w:t xml:space="preserve"> </w:t>
            </w:r>
            <w:r w:rsidR="00BB4CA4" w:rsidRPr="00E977E4">
              <w:rPr>
                <w:color w:val="000000"/>
              </w:rPr>
              <w:t>to see the current edition and all previous ones as well.</w:t>
            </w:r>
          </w:p>
          <w:p w:rsidR="005D04BF" w:rsidRPr="00E977E4" w:rsidRDefault="005D04BF" w:rsidP="006A5C20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</w:p>
          <w:p w:rsidR="006A5C20" w:rsidRPr="00E977E4" w:rsidRDefault="006A5C20" w:rsidP="006A5C20">
            <w:pPr>
              <w:rPr>
                <w:rFonts w:ascii="Times New Roman" w:hAnsi="Times New Roman"/>
                <w:sz w:val="24"/>
              </w:rPr>
            </w:pPr>
            <w:r w:rsidRPr="00E977E4">
              <w:rPr>
                <w:rFonts w:ascii="Times New Roman" w:hAnsi="Times New Roman"/>
                <w:b/>
                <w:i/>
                <w:sz w:val="24"/>
                <w:u w:val="single"/>
              </w:rPr>
              <w:t>H</w:t>
            </w:r>
            <w:r w:rsidRPr="00E977E4">
              <w:rPr>
                <w:rFonts w:ascii="Times New Roman" w:hAnsi="Times New Roman"/>
                <w:b/>
                <w:i/>
                <w:color w:val="000000"/>
                <w:sz w:val="24"/>
                <w:u w:val="single"/>
                <w:shd w:val="clear" w:color="auto" w:fill="FFFFFF"/>
              </w:rPr>
              <w:t xml:space="preserve">ealth Insurance Resources </w:t>
            </w:r>
            <w:r w:rsidRPr="00E977E4">
              <w:rPr>
                <w:rFonts w:ascii="Times New Roman" w:hAnsi="Times New Roman"/>
                <w:b/>
                <w:i/>
                <w:sz w:val="24"/>
                <w:u w:val="single"/>
              </w:rPr>
              <w:t>–</w:t>
            </w:r>
            <w:r w:rsidRPr="00E977E4">
              <w:rPr>
                <w:rFonts w:ascii="Times New Roman" w:hAnsi="Times New Roman"/>
                <w:b/>
                <w:i/>
                <w:color w:val="000000"/>
                <w:sz w:val="24"/>
                <w:u w:val="single"/>
                <w:shd w:val="clear" w:color="auto" w:fill="FFFFFF"/>
              </w:rPr>
              <w:t xml:space="preserve"> </w:t>
            </w:r>
            <w:r w:rsidRPr="00E977E4">
              <w:rPr>
                <w:rFonts w:ascii="Times New Roman" w:hAnsi="Times New Roman"/>
                <w:b/>
                <w:i/>
                <w:sz w:val="24"/>
                <w:u w:val="single"/>
              </w:rPr>
              <w:t>Public Citizens for Children and Youth</w:t>
            </w:r>
            <w:r w:rsidRPr="00E977E4">
              <w:rPr>
                <w:rFonts w:ascii="Times New Roman" w:hAnsi="Times New Roman"/>
                <w:sz w:val="24"/>
              </w:rPr>
              <w:t xml:space="preserve"> </w:t>
            </w:r>
          </w:p>
          <w:p w:rsidR="005A64D5" w:rsidRPr="00E977E4" w:rsidRDefault="006A5C20" w:rsidP="005A64D5">
            <w:pPr>
              <w:rPr>
                <w:rFonts w:ascii="Times New Roman" w:hAnsi="Times New Roman"/>
                <w:sz w:val="24"/>
              </w:rPr>
            </w:pPr>
            <w:r w:rsidRPr="00E977E4">
              <w:rPr>
                <w:rFonts w:ascii="Times New Roman" w:hAnsi="Times New Roman"/>
                <w:sz w:val="24"/>
              </w:rPr>
              <w:t>I</w:t>
            </w:r>
            <w:r w:rsidRPr="00E977E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nclude directions on how to apply for </w:t>
            </w:r>
            <w:r w:rsidRPr="00E977E4"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Medical Assistance</w:t>
            </w:r>
            <w:r w:rsidRPr="00E977E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and </w:t>
            </w:r>
            <w:r w:rsidRPr="00E977E4"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CHIP</w:t>
            </w:r>
            <w:r w:rsidRPr="00E977E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and a child health helpline to assist families over the phone.</w:t>
            </w:r>
            <w:r w:rsidR="005A64D5" w:rsidRPr="00E977E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 Please click on this link:  </w:t>
            </w:r>
            <w:hyperlink r:id="rId29" w:history="1">
              <w:r w:rsidR="005A64D5" w:rsidRPr="00E977E4">
                <w:rPr>
                  <w:rStyle w:val="Hyperlink"/>
                  <w:rFonts w:ascii="Times New Roman" w:hAnsi="Times New Roman"/>
                  <w:sz w:val="24"/>
                  <w:shd w:val="clear" w:color="auto" w:fill="FFFFFF"/>
                </w:rPr>
                <w:t>http://bit.ly/2eJrOoY</w:t>
              </w:r>
            </w:hyperlink>
            <w:r w:rsidR="005A64D5" w:rsidRPr="00E977E4">
              <w:rPr>
                <w:rStyle w:val="Hyperlink"/>
                <w:rFonts w:ascii="Times New Roman" w:hAnsi="Times New Roman"/>
                <w:sz w:val="24"/>
                <w:shd w:val="clear" w:color="auto" w:fill="FFFFFF"/>
              </w:rPr>
              <w:t>.</w:t>
            </w:r>
          </w:p>
          <w:p w:rsidR="0066753D" w:rsidRPr="00E977E4" w:rsidRDefault="006A5C20" w:rsidP="00BB4CA4">
            <w:pPr>
              <w:pStyle w:val="NormalWeb"/>
              <w:spacing w:before="0" w:beforeAutospacing="0" w:after="0" w:afterAutospacing="0"/>
              <w:rPr>
                <w:b/>
                <w:bCs/>
                <w:i/>
                <w:iCs/>
                <w:color w:val="000000"/>
              </w:rPr>
            </w:pPr>
            <w:r w:rsidRPr="00E977E4">
              <w:rPr>
                <w:color w:val="000000"/>
                <w:shd w:val="clear" w:color="auto" w:fill="FFFFFF"/>
              </w:rPr>
              <w:t xml:space="preserve">  </w:t>
            </w:r>
          </w:p>
          <w:p w:rsidR="00BB4CA4" w:rsidRPr="00E977E4" w:rsidRDefault="00BB4CA4" w:rsidP="00BB4CA4">
            <w:pPr>
              <w:pStyle w:val="NormalWeb"/>
              <w:spacing w:before="0" w:beforeAutospacing="0" w:after="0" w:afterAutospacing="0"/>
            </w:pPr>
            <w:r w:rsidRPr="00E977E4">
              <w:rPr>
                <w:color w:val="000000"/>
              </w:rPr>
              <w:t>If you have any questions regarding the information presented, please either call or email me at 267.599.2274</w:t>
            </w:r>
            <w:r w:rsidR="0084058E" w:rsidRPr="00E977E4">
              <w:rPr>
                <w:color w:val="000000"/>
              </w:rPr>
              <w:t xml:space="preserve"> (voicemail)</w:t>
            </w:r>
            <w:r w:rsidRPr="00E977E4">
              <w:rPr>
                <w:color w:val="000000"/>
              </w:rPr>
              <w:t xml:space="preserve"> or </w:t>
            </w:r>
            <w:hyperlink r:id="rId30" w:history="1">
              <w:r w:rsidRPr="00E977E4">
                <w:rPr>
                  <w:rStyle w:val="Hyperlink"/>
                  <w:shd w:val="clear" w:color="auto" w:fill="FFFFFF"/>
                </w:rPr>
                <w:t>karla.jones@bristoltwpsd.org</w:t>
              </w:r>
            </w:hyperlink>
            <w:r w:rsidRPr="00E977E4">
              <w:rPr>
                <w:color w:val="0000FF"/>
                <w:u w:val="single"/>
                <w:shd w:val="clear" w:color="auto" w:fill="FFFFFF"/>
              </w:rPr>
              <w:t>.</w:t>
            </w:r>
          </w:p>
          <w:p w:rsidR="00BB4CA4" w:rsidRPr="00E977E4" w:rsidRDefault="00BB4CA4" w:rsidP="00BB4CA4">
            <w:pPr>
              <w:rPr>
                <w:rFonts w:ascii="Times New Roman" w:hAnsi="Times New Roman"/>
                <w:sz w:val="24"/>
              </w:rPr>
            </w:pPr>
          </w:p>
          <w:p w:rsidR="00BB4CA4" w:rsidRPr="00E977E4" w:rsidRDefault="00BB4CA4" w:rsidP="00DA7D16">
            <w:pPr>
              <w:pStyle w:val="NormalWeb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E977E4">
              <w:rPr>
                <w:color w:val="000000"/>
                <w:shd w:val="clear" w:color="auto" w:fill="FFFFFF"/>
              </w:rPr>
              <w:t>Sincerely,</w:t>
            </w:r>
          </w:p>
          <w:p w:rsidR="005D04BF" w:rsidRPr="00E977E4" w:rsidRDefault="005D04BF" w:rsidP="00BB4CA4">
            <w:pPr>
              <w:pStyle w:val="NormalWeb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</w:p>
          <w:p w:rsidR="004969BA" w:rsidRDefault="00BB4CA4" w:rsidP="00BB4CA4">
            <w:pPr>
              <w:pStyle w:val="NormalWeb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E977E4">
              <w:rPr>
                <w:color w:val="000000"/>
                <w:shd w:val="clear" w:color="auto" w:fill="FFFFFF"/>
              </w:rPr>
              <w:t xml:space="preserve">                </w:t>
            </w:r>
          </w:p>
          <w:p w:rsidR="00BB4CA4" w:rsidRPr="00E977E4" w:rsidRDefault="00BB4CA4" w:rsidP="00BB4CA4">
            <w:pPr>
              <w:pStyle w:val="NormalWeb"/>
              <w:spacing w:before="0" w:beforeAutospacing="0" w:after="0" w:afterAutospacing="0"/>
            </w:pPr>
            <w:r w:rsidRPr="00E977E4">
              <w:rPr>
                <w:color w:val="000000"/>
                <w:shd w:val="clear" w:color="auto" w:fill="FFFFFF"/>
              </w:rPr>
              <w:t xml:space="preserve">            </w:t>
            </w:r>
            <w:r w:rsidRPr="00E977E4">
              <w:rPr>
                <w:color w:val="000000"/>
              </w:rPr>
              <w:t>                     </w:t>
            </w:r>
          </w:p>
          <w:p w:rsidR="00DA7D16" w:rsidRPr="00E977E4" w:rsidRDefault="00BB4CA4" w:rsidP="00BB4CA4">
            <w:pPr>
              <w:pStyle w:val="NormalWeb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 w:rsidRPr="00E977E4">
              <w:rPr>
                <w:color w:val="000000"/>
                <w:shd w:val="clear" w:color="auto" w:fill="FFFFFF"/>
              </w:rPr>
              <w:t>Karla Davis Jones</w:t>
            </w:r>
          </w:p>
          <w:p w:rsidR="00E977E4" w:rsidRDefault="00BB4CA4" w:rsidP="006A02BC">
            <w:pPr>
              <w:pStyle w:val="NormalWeb"/>
              <w:spacing w:before="0" w:beforeAutospacing="0" w:after="0" w:afterAutospacing="0"/>
              <w:rPr>
                <w:sz w:val="26"/>
                <w:szCs w:val="26"/>
              </w:rPr>
            </w:pPr>
            <w:r w:rsidRPr="00E977E4">
              <w:rPr>
                <w:color w:val="000000"/>
                <w:shd w:val="clear" w:color="auto" w:fill="FFFFFF"/>
              </w:rPr>
              <w:t>Eighth</w:t>
            </w:r>
            <w:r w:rsidR="004A4D8A" w:rsidRPr="00E977E4">
              <w:rPr>
                <w:color w:val="000000"/>
                <w:shd w:val="clear" w:color="auto" w:fill="FFFFFF"/>
              </w:rPr>
              <w:t xml:space="preserve"> and Sixth </w:t>
            </w:r>
            <w:r w:rsidRPr="00E977E4">
              <w:rPr>
                <w:color w:val="000000"/>
                <w:shd w:val="clear" w:color="auto" w:fill="FFFFFF"/>
              </w:rPr>
              <w:t>Grade</w:t>
            </w:r>
            <w:r w:rsidR="003C61FA">
              <w:rPr>
                <w:color w:val="000000"/>
                <w:shd w:val="clear" w:color="auto" w:fill="FFFFFF"/>
              </w:rPr>
              <w:t xml:space="preserve"> (Black Team)</w:t>
            </w:r>
            <w:r w:rsidRPr="00E977E4">
              <w:rPr>
                <w:color w:val="000000"/>
                <w:shd w:val="clear" w:color="auto" w:fill="FFFFFF"/>
              </w:rPr>
              <w:t xml:space="preserve"> School Counselor</w:t>
            </w:r>
            <w:bookmarkStart w:id="2" w:name="Armstrong_Middle_School_is_very_pleased_"/>
            <w:bookmarkEnd w:id="2"/>
            <w:r w:rsidR="00CE1035" w:rsidRPr="00714D66">
              <w:rPr>
                <w:sz w:val="26"/>
                <w:szCs w:val="26"/>
              </w:rPr>
              <w:t xml:space="preserve">                                                                 </w:t>
            </w:r>
          </w:p>
          <w:p w:rsidR="00176233" w:rsidRDefault="00176233" w:rsidP="00CE103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  <w:p w:rsidR="00D92C33" w:rsidRDefault="00D92C33" w:rsidP="00CE103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  <w:p w:rsidR="00D92C33" w:rsidRDefault="00D92C33" w:rsidP="00CE103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  <w:p w:rsidR="00D92C33" w:rsidRDefault="00D92C33" w:rsidP="00CE103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  <w:p w:rsidR="00D92C33" w:rsidRDefault="00D92C33" w:rsidP="00CE103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  <w:p w:rsidR="00D92C33" w:rsidRDefault="00D92C33" w:rsidP="00CE1035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</w:p>
          <w:p w:rsidR="002B15AA" w:rsidRPr="00714D66" w:rsidRDefault="002B15AA" w:rsidP="002B15AA">
            <w:pPr>
              <w:pStyle w:val="NoSpacing"/>
              <w:rPr>
                <w:rFonts w:ascii="Times New Roman" w:hAnsi="Times New Roman"/>
                <w:noProof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t xml:space="preserve">                                                                                               </w:t>
            </w:r>
            <w:r w:rsidRPr="00714D66"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 wp14:anchorId="2884BC52" wp14:editId="07394C57">
                  <wp:extent cx="182880" cy="182880"/>
                  <wp:effectExtent l="0" t="0" r="7620" b="7620"/>
                  <wp:docPr id="9" name="Picture 9" descr="Description: MC900431561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MC900431561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28" cy="182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E1035" w:rsidRPr="00714D66" w:rsidRDefault="002B15AA" w:rsidP="00AF58EE">
            <w:pPr>
              <w:pStyle w:val="NormalWeb"/>
              <w:spacing w:before="0" w:beforeAutospacing="0" w:after="0" w:afterAutospacing="0"/>
              <w:rPr>
                <w:noProof/>
                <w:sz w:val="26"/>
                <w:szCs w:val="26"/>
              </w:rPr>
            </w:pPr>
            <w:r w:rsidRPr="00714D66">
              <w:rPr>
                <w:sz w:val="26"/>
                <w:szCs w:val="26"/>
              </w:rPr>
              <w:t xml:space="preserve"> </w:t>
            </w:r>
            <w:r w:rsidRPr="00714D66">
              <w:rPr>
                <w:sz w:val="26"/>
                <w:szCs w:val="26"/>
              </w:rPr>
              <w:tab/>
            </w:r>
            <w:r w:rsidRPr="00714D66">
              <w:rPr>
                <w:sz w:val="26"/>
                <w:szCs w:val="26"/>
              </w:rPr>
              <w:tab/>
            </w:r>
            <w:r w:rsidRPr="00714D66">
              <w:rPr>
                <w:sz w:val="26"/>
                <w:szCs w:val="26"/>
              </w:rPr>
              <w:tab/>
            </w:r>
            <w:r w:rsidRPr="00714D66">
              <w:rPr>
                <w:sz w:val="26"/>
                <w:szCs w:val="26"/>
              </w:rPr>
              <w:tab/>
            </w:r>
            <w:r w:rsidRPr="00714D66">
              <w:rPr>
                <w:sz w:val="26"/>
                <w:szCs w:val="26"/>
              </w:rPr>
              <w:tab/>
            </w:r>
            <w:r w:rsidRPr="00714D66">
              <w:rPr>
                <w:sz w:val="26"/>
                <w:szCs w:val="26"/>
              </w:rPr>
              <w:tab/>
            </w:r>
            <w:r w:rsidRPr="00714D66">
              <w:rPr>
                <w:sz w:val="26"/>
                <w:szCs w:val="26"/>
              </w:rPr>
              <w:tab/>
            </w:r>
            <w:r>
              <w:rPr>
                <w:sz w:val="26"/>
                <w:szCs w:val="26"/>
              </w:rPr>
              <w:t xml:space="preserve">        </w:t>
            </w:r>
            <w:r w:rsidRPr="005879C2">
              <w:rPr>
                <w:b/>
                <w:sz w:val="20"/>
                <w:szCs w:val="20"/>
              </w:rPr>
              <w:t>Please Turn Over</w:t>
            </w:r>
            <w:r w:rsidR="00CE1035" w:rsidRPr="00714D66">
              <w:rPr>
                <w:sz w:val="26"/>
                <w:szCs w:val="26"/>
              </w:rPr>
              <w:t xml:space="preserve">    </w:t>
            </w:r>
            <w:r w:rsidR="00E977E4">
              <w:rPr>
                <w:sz w:val="26"/>
                <w:szCs w:val="26"/>
              </w:rPr>
              <w:t xml:space="preserve">                                      </w:t>
            </w:r>
            <w:r w:rsidR="00CE1035" w:rsidRPr="00714D66">
              <w:rPr>
                <w:sz w:val="26"/>
                <w:szCs w:val="26"/>
              </w:rPr>
              <w:t xml:space="preserve"> </w:t>
            </w:r>
          </w:p>
          <w:p w:rsidR="00CE1035" w:rsidRPr="005879C2" w:rsidRDefault="00CE1035" w:rsidP="002B15AA">
            <w:pPr>
              <w:pStyle w:val="NoSpacing"/>
              <w:rPr>
                <w:noProof/>
                <w:sz w:val="24"/>
              </w:rPr>
            </w:pPr>
            <w:r w:rsidRPr="00714D6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14D66">
              <w:rPr>
                <w:rFonts w:ascii="Times New Roman" w:hAnsi="Times New Roman"/>
                <w:sz w:val="26"/>
                <w:szCs w:val="26"/>
              </w:rPr>
              <w:tab/>
            </w:r>
            <w:r w:rsidRPr="00714D66">
              <w:rPr>
                <w:rFonts w:ascii="Times New Roman" w:hAnsi="Times New Roman"/>
                <w:sz w:val="26"/>
                <w:szCs w:val="26"/>
              </w:rPr>
              <w:tab/>
            </w:r>
            <w:r w:rsidRPr="00714D66">
              <w:rPr>
                <w:rFonts w:ascii="Times New Roman" w:hAnsi="Times New Roman"/>
                <w:sz w:val="26"/>
                <w:szCs w:val="26"/>
              </w:rPr>
              <w:tab/>
            </w:r>
            <w:r w:rsidRPr="00714D66">
              <w:rPr>
                <w:rFonts w:ascii="Times New Roman" w:hAnsi="Times New Roman"/>
                <w:sz w:val="26"/>
                <w:szCs w:val="26"/>
              </w:rPr>
              <w:tab/>
            </w:r>
            <w:r w:rsidRPr="00714D66">
              <w:rPr>
                <w:rFonts w:ascii="Times New Roman" w:hAnsi="Times New Roman"/>
                <w:sz w:val="26"/>
                <w:szCs w:val="26"/>
              </w:rPr>
              <w:tab/>
            </w:r>
            <w:r w:rsidRPr="00714D66">
              <w:rPr>
                <w:rFonts w:ascii="Times New Roman" w:hAnsi="Times New Roman"/>
                <w:sz w:val="26"/>
                <w:szCs w:val="26"/>
              </w:rPr>
              <w:tab/>
            </w:r>
            <w:r w:rsidRPr="00714D66">
              <w:rPr>
                <w:rFonts w:ascii="Times New Roman" w:hAnsi="Times New Roman"/>
                <w:sz w:val="26"/>
                <w:szCs w:val="26"/>
              </w:rPr>
              <w:tab/>
            </w:r>
          </w:p>
        </w:tc>
      </w:tr>
    </w:tbl>
    <w:p w:rsidR="00BA7758" w:rsidRDefault="00BA7758" w:rsidP="00316C2D"/>
    <w:sectPr w:rsidR="00BA7758" w:rsidSect="00F91426">
      <w:pgSz w:w="12240" w:h="15840" w:code="1"/>
      <w:pgMar w:top="720" w:right="2448" w:bottom="432" w:left="244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F0D" w:rsidRDefault="00EF2F0D">
      <w:r>
        <w:separator/>
      </w:r>
    </w:p>
  </w:endnote>
  <w:endnote w:type="continuationSeparator" w:id="0">
    <w:p w:rsidR="00EF2F0D" w:rsidRDefault="00EF2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F0D" w:rsidRDefault="00EF2F0D">
      <w:r>
        <w:separator/>
      </w:r>
    </w:p>
  </w:footnote>
  <w:footnote w:type="continuationSeparator" w:id="0">
    <w:p w:rsidR="00EF2F0D" w:rsidRDefault="00EF2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22.55pt;height:16.3pt;visibility:visible;mso-wrap-style:square" o:bullet="t">
        <v:imagedata r:id="rId1" o:title="large-right-check-166"/>
      </v:shape>
    </w:pict>
  </w:numPicBullet>
  <w:abstractNum w:abstractNumId="0">
    <w:nsid w:val="02231610"/>
    <w:multiLevelType w:val="hybridMultilevel"/>
    <w:tmpl w:val="5E3C9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567A32"/>
    <w:multiLevelType w:val="hybridMultilevel"/>
    <w:tmpl w:val="ACE20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721D13"/>
    <w:multiLevelType w:val="hybridMultilevel"/>
    <w:tmpl w:val="B7B6525A"/>
    <w:lvl w:ilvl="0" w:tplc="64CEBA42">
      <w:start w:val="1"/>
      <w:numFmt w:val="decimal"/>
      <w:pStyle w:val="Quotation2Numbered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91B"/>
    <w:rsid w:val="00000F9F"/>
    <w:rsid w:val="00005889"/>
    <w:rsid w:val="000058C5"/>
    <w:rsid w:val="00007121"/>
    <w:rsid w:val="00010341"/>
    <w:rsid w:val="00010B45"/>
    <w:rsid w:val="00011365"/>
    <w:rsid w:val="0001355E"/>
    <w:rsid w:val="000140E4"/>
    <w:rsid w:val="0001741F"/>
    <w:rsid w:val="000232D7"/>
    <w:rsid w:val="0002411E"/>
    <w:rsid w:val="00026934"/>
    <w:rsid w:val="00026AD8"/>
    <w:rsid w:val="000334DF"/>
    <w:rsid w:val="000345B5"/>
    <w:rsid w:val="0003518C"/>
    <w:rsid w:val="000359E8"/>
    <w:rsid w:val="0004333D"/>
    <w:rsid w:val="00045AD0"/>
    <w:rsid w:val="00045C93"/>
    <w:rsid w:val="0004732E"/>
    <w:rsid w:val="00051F03"/>
    <w:rsid w:val="00054C15"/>
    <w:rsid w:val="000556F0"/>
    <w:rsid w:val="00055EB7"/>
    <w:rsid w:val="00060AC5"/>
    <w:rsid w:val="00064766"/>
    <w:rsid w:val="00070262"/>
    <w:rsid w:val="000746C2"/>
    <w:rsid w:val="00074D3D"/>
    <w:rsid w:val="00075223"/>
    <w:rsid w:val="00075861"/>
    <w:rsid w:val="00075F31"/>
    <w:rsid w:val="00076A10"/>
    <w:rsid w:val="00081F0E"/>
    <w:rsid w:val="00085F7A"/>
    <w:rsid w:val="0008794F"/>
    <w:rsid w:val="00087F80"/>
    <w:rsid w:val="00090322"/>
    <w:rsid w:val="00090B46"/>
    <w:rsid w:val="00092788"/>
    <w:rsid w:val="00093D69"/>
    <w:rsid w:val="000940D0"/>
    <w:rsid w:val="000A03E3"/>
    <w:rsid w:val="000A04C8"/>
    <w:rsid w:val="000A1054"/>
    <w:rsid w:val="000A13E9"/>
    <w:rsid w:val="000A3A98"/>
    <w:rsid w:val="000A3BC1"/>
    <w:rsid w:val="000A5AF6"/>
    <w:rsid w:val="000A61B7"/>
    <w:rsid w:val="000A7438"/>
    <w:rsid w:val="000B750B"/>
    <w:rsid w:val="000C02A8"/>
    <w:rsid w:val="000C5461"/>
    <w:rsid w:val="000C78E2"/>
    <w:rsid w:val="000D010D"/>
    <w:rsid w:val="000D15FD"/>
    <w:rsid w:val="000D1F53"/>
    <w:rsid w:val="000D3096"/>
    <w:rsid w:val="000D4835"/>
    <w:rsid w:val="000D6D1D"/>
    <w:rsid w:val="000E037E"/>
    <w:rsid w:val="000E107B"/>
    <w:rsid w:val="000F4D30"/>
    <w:rsid w:val="000F4D5D"/>
    <w:rsid w:val="000F60DF"/>
    <w:rsid w:val="001009B6"/>
    <w:rsid w:val="00101634"/>
    <w:rsid w:val="00103C9F"/>
    <w:rsid w:val="001053CF"/>
    <w:rsid w:val="001076CF"/>
    <w:rsid w:val="00110010"/>
    <w:rsid w:val="00110C8C"/>
    <w:rsid w:val="001126AC"/>
    <w:rsid w:val="001164AD"/>
    <w:rsid w:val="00121622"/>
    <w:rsid w:val="001235E3"/>
    <w:rsid w:val="00123DAE"/>
    <w:rsid w:val="0012450A"/>
    <w:rsid w:val="001300ED"/>
    <w:rsid w:val="00130AD8"/>
    <w:rsid w:val="00136778"/>
    <w:rsid w:val="0014521A"/>
    <w:rsid w:val="00146264"/>
    <w:rsid w:val="001472C7"/>
    <w:rsid w:val="00150C86"/>
    <w:rsid w:val="001518D3"/>
    <w:rsid w:val="00151C99"/>
    <w:rsid w:val="00152172"/>
    <w:rsid w:val="001570E9"/>
    <w:rsid w:val="00157E1F"/>
    <w:rsid w:val="001609F2"/>
    <w:rsid w:val="00160F2C"/>
    <w:rsid w:val="00161892"/>
    <w:rsid w:val="00164B67"/>
    <w:rsid w:val="00165687"/>
    <w:rsid w:val="00166A50"/>
    <w:rsid w:val="00167511"/>
    <w:rsid w:val="00171C1F"/>
    <w:rsid w:val="00172445"/>
    <w:rsid w:val="00173E88"/>
    <w:rsid w:val="00173EA3"/>
    <w:rsid w:val="00176233"/>
    <w:rsid w:val="0018153A"/>
    <w:rsid w:val="00182803"/>
    <w:rsid w:val="00185046"/>
    <w:rsid w:val="00186381"/>
    <w:rsid w:val="00187F11"/>
    <w:rsid w:val="001925AD"/>
    <w:rsid w:val="00193096"/>
    <w:rsid w:val="001935B5"/>
    <w:rsid w:val="001941A5"/>
    <w:rsid w:val="0019438C"/>
    <w:rsid w:val="00194AAA"/>
    <w:rsid w:val="00196D12"/>
    <w:rsid w:val="001A1221"/>
    <w:rsid w:val="001A531C"/>
    <w:rsid w:val="001A6E45"/>
    <w:rsid w:val="001B05A1"/>
    <w:rsid w:val="001B2DD0"/>
    <w:rsid w:val="001B6D1B"/>
    <w:rsid w:val="001B72A7"/>
    <w:rsid w:val="001C1F7C"/>
    <w:rsid w:val="001C40E1"/>
    <w:rsid w:val="001C4941"/>
    <w:rsid w:val="001C5BA4"/>
    <w:rsid w:val="001D0002"/>
    <w:rsid w:val="001D0085"/>
    <w:rsid w:val="001D0098"/>
    <w:rsid w:val="001D0763"/>
    <w:rsid w:val="001D0AA5"/>
    <w:rsid w:val="001D0D68"/>
    <w:rsid w:val="001D1081"/>
    <w:rsid w:val="001D13C6"/>
    <w:rsid w:val="001D5200"/>
    <w:rsid w:val="001E0F60"/>
    <w:rsid w:val="001E30A0"/>
    <w:rsid w:val="001E3E8A"/>
    <w:rsid w:val="001E4543"/>
    <w:rsid w:val="001E5CEA"/>
    <w:rsid w:val="001E7377"/>
    <w:rsid w:val="001F13BB"/>
    <w:rsid w:val="001F1A09"/>
    <w:rsid w:val="001F2C46"/>
    <w:rsid w:val="001F33B0"/>
    <w:rsid w:val="001F6880"/>
    <w:rsid w:val="001F72B2"/>
    <w:rsid w:val="001F7F1F"/>
    <w:rsid w:val="00200025"/>
    <w:rsid w:val="002003C0"/>
    <w:rsid w:val="00204666"/>
    <w:rsid w:val="00204916"/>
    <w:rsid w:val="00205094"/>
    <w:rsid w:val="00211292"/>
    <w:rsid w:val="00211478"/>
    <w:rsid w:val="00211A21"/>
    <w:rsid w:val="0021227F"/>
    <w:rsid w:val="002146A6"/>
    <w:rsid w:val="00214E98"/>
    <w:rsid w:val="002153A7"/>
    <w:rsid w:val="00217F94"/>
    <w:rsid w:val="00227DC8"/>
    <w:rsid w:val="00233332"/>
    <w:rsid w:val="00235BEE"/>
    <w:rsid w:val="002376C1"/>
    <w:rsid w:val="00250376"/>
    <w:rsid w:val="002566A8"/>
    <w:rsid w:val="00256EA4"/>
    <w:rsid w:val="00264404"/>
    <w:rsid w:val="00265162"/>
    <w:rsid w:val="00276542"/>
    <w:rsid w:val="002822F3"/>
    <w:rsid w:val="0028497F"/>
    <w:rsid w:val="00285BAE"/>
    <w:rsid w:val="00286374"/>
    <w:rsid w:val="0029335F"/>
    <w:rsid w:val="00295649"/>
    <w:rsid w:val="00295B13"/>
    <w:rsid w:val="0029658D"/>
    <w:rsid w:val="002A0571"/>
    <w:rsid w:val="002A2093"/>
    <w:rsid w:val="002A3894"/>
    <w:rsid w:val="002A39B1"/>
    <w:rsid w:val="002A4EDA"/>
    <w:rsid w:val="002A5BC5"/>
    <w:rsid w:val="002B0E98"/>
    <w:rsid w:val="002B15AA"/>
    <w:rsid w:val="002B2046"/>
    <w:rsid w:val="002B27C5"/>
    <w:rsid w:val="002B43EB"/>
    <w:rsid w:val="002B49CD"/>
    <w:rsid w:val="002C0245"/>
    <w:rsid w:val="002C2D65"/>
    <w:rsid w:val="002C3529"/>
    <w:rsid w:val="002C5CAD"/>
    <w:rsid w:val="002C75A5"/>
    <w:rsid w:val="002D76D4"/>
    <w:rsid w:val="002E195D"/>
    <w:rsid w:val="002E1BF5"/>
    <w:rsid w:val="002E2608"/>
    <w:rsid w:val="002F2E42"/>
    <w:rsid w:val="002F436D"/>
    <w:rsid w:val="00300B00"/>
    <w:rsid w:val="0030150E"/>
    <w:rsid w:val="003025B1"/>
    <w:rsid w:val="0030404A"/>
    <w:rsid w:val="00304687"/>
    <w:rsid w:val="00307BA4"/>
    <w:rsid w:val="0031077D"/>
    <w:rsid w:val="0031142F"/>
    <w:rsid w:val="0031396A"/>
    <w:rsid w:val="00313CEB"/>
    <w:rsid w:val="00314703"/>
    <w:rsid w:val="00316675"/>
    <w:rsid w:val="00316C2D"/>
    <w:rsid w:val="003267A6"/>
    <w:rsid w:val="00326E65"/>
    <w:rsid w:val="00335D94"/>
    <w:rsid w:val="00336543"/>
    <w:rsid w:val="003405A1"/>
    <w:rsid w:val="003405C6"/>
    <w:rsid w:val="00342E36"/>
    <w:rsid w:val="003507D4"/>
    <w:rsid w:val="003514B1"/>
    <w:rsid w:val="00352779"/>
    <w:rsid w:val="00353CED"/>
    <w:rsid w:val="003546E4"/>
    <w:rsid w:val="003604CF"/>
    <w:rsid w:val="00362336"/>
    <w:rsid w:val="00363CEA"/>
    <w:rsid w:val="003656AD"/>
    <w:rsid w:val="00374AF2"/>
    <w:rsid w:val="00375FA0"/>
    <w:rsid w:val="00377730"/>
    <w:rsid w:val="00380615"/>
    <w:rsid w:val="003837F0"/>
    <w:rsid w:val="00384AC7"/>
    <w:rsid w:val="0038597C"/>
    <w:rsid w:val="00390114"/>
    <w:rsid w:val="00390A55"/>
    <w:rsid w:val="00392E03"/>
    <w:rsid w:val="00393C77"/>
    <w:rsid w:val="00394749"/>
    <w:rsid w:val="00394E4D"/>
    <w:rsid w:val="00397C7D"/>
    <w:rsid w:val="003A076B"/>
    <w:rsid w:val="003A4528"/>
    <w:rsid w:val="003A50F6"/>
    <w:rsid w:val="003A56F4"/>
    <w:rsid w:val="003B06F1"/>
    <w:rsid w:val="003B430A"/>
    <w:rsid w:val="003B4774"/>
    <w:rsid w:val="003B4F4C"/>
    <w:rsid w:val="003C038D"/>
    <w:rsid w:val="003C1FB6"/>
    <w:rsid w:val="003C392C"/>
    <w:rsid w:val="003C5497"/>
    <w:rsid w:val="003C61FA"/>
    <w:rsid w:val="003C77EE"/>
    <w:rsid w:val="003C7B7A"/>
    <w:rsid w:val="003D16E8"/>
    <w:rsid w:val="003D3ADF"/>
    <w:rsid w:val="003D58B0"/>
    <w:rsid w:val="003D6208"/>
    <w:rsid w:val="003E044C"/>
    <w:rsid w:val="003E24DC"/>
    <w:rsid w:val="003E389A"/>
    <w:rsid w:val="003E4596"/>
    <w:rsid w:val="003E48B2"/>
    <w:rsid w:val="003E5EE4"/>
    <w:rsid w:val="003E7FD4"/>
    <w:rsid w:val="003E7FDE"/>
    <w:rsid w:val="003F37AE"/>
    <w:rsid w:val="003F6BCE"/>
    <w:rsid w:val="00402946"/>
    <w:rsid w:val="00403761"/>
    <w:rsid w:val="00405BAC"/>
    <w:rsid w:val="0040733B"/>
    <w:rsid w:val="00407FF3"/>
    <w:rsid w:val="00414F1E"/>
    <w:rsid w:val="00415D43"/>
    <w:rsid w:val="00421AEA"/>
    <w:rsid w:val="00423228"/>
    <w:rsid w:val="00424C0E"/>
    <w:rsid w:val="004266EA"/>
    <w:rsid w:val="00426BFB"/>
    <w:rsid w:val="00426D68"/>
    <w:rsid w:val="00430739"/>
    <w:rsid w:val="00430AB6"/>
    <w:rsid w:val="00430CFB"/>
    <w:rsid w:val="00432BF4"/>
    <w:rsid w:val="00435AD5"/>
    <w:rsid w:val="00435B89"/>
    <w:rsid w:val="0043641D"/>
    <w:rsid w:val="00441433"/>
    <w:rsid w:val="00441A26"/>
    <w:rsid w:val="00441A85"/>
    <w:rsid w:val="004448FB"/>
    <w:rsid w:val="00445197"/>
    <w:rsid w:val="0044590C"/>
    <w:rsid w:val="004473C9"/>
    <w:rsid w:val="004501FD"/>
    <w:rsid w:val="004513EE"/>
    <w:rsid w:val="00452863"/>
    <w:rsid w:val="004562A0"/>
    <w:rsid w:val="004563BB"/>
    <w:rsid w:val="004575B3"/>
    <w:rsid w:val="004614E7"/>
    <w:rsid w:val="00461AE6"/>
    <w:rsid w:val="00471019"/>
    <w:rsid w:val="00473036"/>
    <w:rsid w:val="00474941"/>
    <w:rsid w:val="004779A1"/>
    <w:rsid w:val="004837CA"/>
    <w:rsid w:val="00485020"/>
    <w:rsid w:val="004864CA"/>
    <w:rsid w:val="00490897"/>
    <w:rsid w:val="004912F9"/>
    <w:rsid w:val="00492128"/>
    <w:rsid w:val="0049558C"/>
    <w:rsid w:val="004969BA"/>
    <w:rsid w:val="00497E92"/>
    <w:rsid w:val="004A4D8A"/>
    <w:rsid w:val="004A5D08"/>
    <w:rsid w:val="004A5F0C"/>
    <w:rsid w:val="004B2320"/>
    <w:rsid w:val="004B2BB3"/>
    <w:rsid w:val="004B48BC"/>
    <w:rsid w:val="004C5B43"/>
    <w:rsid w:val="004C611F"/>
    <w:rsid w:val="004C6A9C"/>
    <w:rsid w:val="004D044F"/>
    <w:rsid w:val="004D0F03"/>
    <w:rsid w:val="004D14B2"/>
    <w:rsid w:val="004D2934"/>
    <w:rsid w:val="004D2B35"/>
    <w:rsid w:val="004D3ED0"/>
    <w:rsid w:val="004D4117"/>
    <w:rsid w:val="004D42B0"/>
    <w:rsid w:val="004D67DC"/>
    <w:rsid w:val="004D7D8B"/>
    <w:rsid w:val="004E177C"/>
    <w:rsid w:val="004E5480"/>
    <w:rsid w:val="004F1207"/>
    <w:rsid w:val="004F3FC1"/>
    <w:rsid w:val="004F5F4C"/>
    <w:rsid w:val="0050069F"/>
    <w:rsid w:val="005115BC"/>
    <w:rsid w:val="005119F8"/>
    <w:rsid w:val="00512364"/>
    <w:rsid w:val="00514A7A"/>
    <w:rsid w:val="00515EAD"/>
    <w:rsid w:val="0052165B"/>
    <w:rsid w:val="0052169B"/>
    <w:rsid w:val="00522B6B"/>
    <w:rsid w:val="005244E7"/>
    <w:rsid w:val="005262A1"/>
    <w:rsid w:val="005263A8"/>
    <w:rsid w:val="00530A32"/>
    <w:rsid w:val="0053361B"/>
    <w:rsid w:val="0053760E"/>
    <w:rsid w:val="00541013"/>
    <w:rsid w:val="0054269F"/>
    <w:rsid w:val="005458F1"/>
    <w:rsid w:val="005529AE"/>
    <w:rsid w:val="00552F34"/>
    <w:rsid w:val="005565F9"/>
    <w:rsid w:val="00557B8D"/>
    <w:rsid w:val="00557BD2"/>
    <w:rsid w:val="005669A8"/>
    <w:rsid w:val="005715DF"/>
    <w:rsid w:val="00572ACD"/>
    <w:rsid w:val="0057513B"/>
    <w:rsid w:val="005828F2"/>
    <w:rsid w:val="00583D38"/>
    <w:rsid w:val="00584EBF"/>
    <w:rsid w:val="005869E2"/>
    <w:rsid w:val="00586DEC"/>
    <w:rsid w:val="005879C2"/>
    <w:rsid w:val="00590199"/>
    <w:rsid w:val="00597C8E"/>
    <w:rsid w:val="005A23D6"/>
    <w:rsid w:val="005A42D5"/>
    <w:rsid w:val="005A4B59"/>
    <w:rsid w:val="005A64D5"/>
    <w:rsid w:val="005A6CF9"/>
    <w:rsid w:val="005B28CB"/>
    <w:rsid w:val="005B3F1D"/>
    <w:rsid w:val="005B446B"/>
    <w:rsid w:val="005B70A0"/>
    <w:rsid w:val="005C1B5F"/>
    <w:rsid w:val="005C22DE"/>
    <w:rsid w:val="005C2696"/>
    <w:rsid w:val="005C4E60"/>
    <w:rsid w:val="005C5CF0"/>
    <w:rsid w:val="005C5F00"/>
    <w:rsid w:val="005D04BF"/>
    <w:rsid w:val="005D3891"/>
    <w:rsid w:val="005D4537"/>
    <w:rsid w:val="005D7A94"/>
    <w:rsid w:val="005E09E9"/>
    <w:rsid w:val="005E288D"/>
    <w:rsid w:val="005E5B3C"/>
    <w:rsid w:val="005F26CF"/>
    <w:rsid w:val="005F5DAE"/>
    <w:rsid w:val="005F7C7C"/>
    <w:rsid w:val="00601870"/>
    <w:rsid w:val="00603FCD"/>
    <w:rsid w:val="00604FD2"/>
    <w:rsid w:val="00605AA0"/>
    <w:rsid w:val="00606D6D"/>
    <w:rsid w:val="00607BE1"/>
    <w:rsid w:val="00607C21"/>
    <w:rsid w:val="00612638"/>
    <w:rsid w:val="00613007"/>
    <w:rsid w:val="0061399A"/>
    <w:rsid w:val="0061785C"/>
    <w:rsid w:val="006179C8"/>
    <w:rsid w:val="00617B13"/>
    <w:rsid w:val="00621700"/>
    <w:rsid w:val="00622885"/>
    <w:rsid w:val="006276C6"/>
    <w:rsid w:val="00627818"/>
    <w:rsid w:val="0063006B"/>
    <w:rsid w:val="00630D97"/>
    <w:rsid w:val="00636831"/>
    <w:rsid w:val="00640070"/>
    <w:rsid w:val="00642036"/>
    <w:rsid w:val="00643511"/>
    <w:rsid w:val="006442DD"/>
    <w:rsid w:val="00645F8F"/>
    <w:rsid w:val="0064627A"/>
    <w:rsid w:val="00650A7E"/>
    <w:rsid w:val="0065102F"/>
    <w:rsid w:val="00652A06"/>
    <w:rsid w:val="00653400"/>
    <w:rsid w:val="0065380C"/>
    <w:rsid w:val="00653BD1"/>
    <w:rsid w:val="00654808"/>
    <w:rsid w:val="0065641A"/>
    <w:rsid w:val="006639AB"/>
    <w:rsid w:val="00664BCE"/>
    <w:rsid w:val="006663DE"/>
    <w:rsid w:val="0066753D"/>
    <w:rsid w:val="006723B5"/>
    <w:rsid w:val="0067334D"/>
    <w:rsid w:val="00676B4F"/>
    <w:rsid w:val="0068568F"/>
    <w:rsid w:val="00686BBF"/>
    <w:rsid w:val="00690301"/>
    <w:rsid w:val="00692625"/>
    <w:rsid w:val="00693633"/>
    <w:rsid w:val="00695398"/>
    <w:rsid w:val="0069565B"/>
    <w:rsid w:val="00695E04"/>
    <w:rsid w:val="006961CD"/>
    <w:rsid w:val="00696EEC"/>
    <w:rsid w:val="00696FB3"/>
    <w:rsid w:val="006A02BC"/>
    <w:rsid w:val="006A1A2A"/>
    <w:rsid w:val="006A3DA2"/>
    <w:rsid w:val="006A4495"/>
    <w:rsid w:val="006A488F"/>
    <w:rsid w:val="006A4FA9"/>
    <w:rsid w:val="006A5C20"/>
    <w:rsid w:val="006A726F"/>
    <w:rsid w:val="006A77FC"/>
    <w:rsid w:val="006B0126"/>
    <w:rsid w:val="006B0DF6"/>
    <w:rsid w:val="006B12DE"/>
    <w:rsid w:val="006B164F"/>
    <w:rsid w:val="006B3E88"/>
    <w:rsid w:val="006B5290"/>
    <w:rsid w:val="006B59B5"/>
    <w:rsid w:val="006B6BE1"/>
    <w:rsid w:val="006C01A7"/>
    <w:rsid w:val="006C2216"/>
    <w:rsid w:val="006C27DF"/>
    <w:rsid w:val="006C391B"/>
    <w:rsid w:val="006C426A"/>
    <w:rsid w:val="006C4408"/>
    <w:rsid w:val="006C6517"/>
    <w:rsid w:val="006C6AA4"/>
    <w:rsid w:val="006C6B90"/>
    <w:rsid w:val="006D04B6"/>
    <w:rsid w:val="006D4684"/>
    <w:rsid w:val="006D4B92"/>
    <w:rsid w:val="006D4DB3"/>
    <w:rsid w:val="006D5EA1"/>
    <w:rsid w:val="006E0945"/>
    <w:rsid w:val="006E1BBE"/>
    <w:rsid w:val="006E255C"/>
    <w:rsid w:val="006E39CD"/>
    <w:rsid w:val="006E49AF"/>
    <w:rsid w:val="006E53E6"/>
    <w:rsid w:val="006E5888"/>
    <w:rsid w:val="006F3C03"/>
    <w:rsid w:val="006F7014"/>
    <w:rsid w:val="00700952"/>
    <w:rsid w:val="00703715"/>
    <w:rsid w:val="00703FF1"/>
    <w:rsid w:val="007047DB"/>
    <w:rsid w:val="00704FD7"/>
    <w:rsid w:val="007052CF"/>
    <w:rsid w:val="007054EA"/>
    <w:rsid w:val="007064FB"/>
    <w:rsid w:val="007116E8"/>
    <w:rsid w:val="00714D66"/>
    <w:rsid w:val="00715D58"/>
    <w:rsid w:val="00715DC4"/>
    <w:rsid w:val="00716B9B"/>
    <w:rsid w:val="00720769"/>
    <w:rsid w:val="00722783"/>
    <w:rsid w:val="00722E7F"/>
    <w:rsid w:val="00732344"/>
    <w:rsid w:val="007335EF"/>
    <w:rsid w:val="007348E4"/>
    <w:rsid w:val="00734BA9"/>
    <w:rsid w:val="0073591A"/>
    <w:rsid w:val="007403B4"/>
    <w:rsid w:val="00740C98"/>
    <w:rsid w:val="00741F04"/>
    <w:rsid w:val="007421E9"/>
    <w:rsid w:val="00745B87"/>
    <w:rsid w:val="00747349"/>
    <w:rsid w:val="00750568"/>
    <w:rsid w:val="0075153B"/>
    <w:rsid w:val="00751DE9"/>
    <w:rsid w:val="00753B54"/>
    <w:rsid w:val="00754790"/>
    <w:rsid w:val="00754955"/>
    <w:rsid w:val="00755905"/>
    <w:rsid w:val="007574FF"/>
    <w:rsid w:val="007604F2"/>
    <w:rsid w:val="0076086D"/>
    <w:rsid w:val="00760B50"/>
    <w:rsid w:val="00762529"/>
    <w:rsid w:val="00762FDF"/>
    <w:rsid w:val="00765CAA"/>
    <w:rsid w:val="0077056E"/>
    <w:rsid w:val="00770765"/>
    <w:rsid w:val="007717FC"/>
    <w:rsid w:val="007740A4"/>
    <w:rsid w:val="0077509A"/>
    <w:rsid w:val="007772ED"/>
    <w:rsid w:val="007775DA"/>
    <w:rsid w:val="00781595"/>
    <w:rsid w:val="0078381F"/>
    <w:rsid w:val="00784C69"/>
    <w:rsid w:val="00785CDD"/>
    <w:rsid w:val="0079101C"/>
    <w:rsid w:val="00795619"/>
    <w:rsid w:val="00796CEC"/>
    <w:rsid w:val="00797722"/>
    <w:rsid w:val="007A3201"/>
    <w:rsid w:val="007A4522"/>
    <w:rsid w:val="007A5480"/>
    <w:rsid w:val="007A5C60"/>
    <w:rsid w:val="007A775C"/>
    <w:rsid w:val="007B27EC"/>
    <w:rsid w:val="007B3256"/>
    <w:rsid w:val="007B3267"/>
    <w:rsid w:val="007B3A89"/>
    <w:rsid w:val="007B5E6C"/>
    <w:rsid w:val="007B60DC"/>
    <w:rsid w:val="007C45F7"/>
    <w:rsid w:val="007C5CC9"/>
    <w:rsid w:val="007D0151"/>
    <w:rsid w:val="007D0F6D"/>
    <w:rsid w:val="007D3716"/>
    <w:rsid w:val="007D3D2F"/>
    <w:rsid w:val="007E0922"/>
    <w:rsid w:val="007E2AB6"/>
    <w:rsid w:val="007E361A"/>
    <w:rsid w:val="007F16A6"/>
    <w:rsid w:val="007F2872"/>
    <w:rsid w:val="007F3444"/>
    <w:rsid w:val="007F3479"/>
    <w:rsid w:val="007F4452"/>
    <w:rsid w:val="007F45F5"/>
    <w:rsid w:val="007F6EE4"/>
    <w:rsid w:val="00801E7C"/>
    <w:rsid w:val="00802AE4"/>
    <w:rsid w:val="00804CB2"/>
    <w:rsid w:val="00806C8D"/>
    <w:rsid w:val="008101FB"/>
    <w:rsid w:val="00810F46"/>
    <w:rsid w:val="008112B4"/>
    <w:rsid w:val="00812CD9"/>
    <w:rsid w:val="00812E43"/>
    <w:rsid w:val="008137C3"/>
    <w:rsid w:val="00813AEC"/>
    <w:rsid w:val="008156E3"/>
    <w:rsid w:val="0081650C"/>
    <w:rsid w:val="00817403"/>
    <w:rsid w:val="00820165"/>
    <w:rsid w:val="0082408B"/>
    <w:rsid w:val="008277D9"/>
    <w:rsid w:val="00830904"/>
    <w:rsid w:val="00835B28"/>
    <w:rsid w:val="0084058E"/>
    <w:rsid w:val="0084075C"/>
    <w:rsid w:val="00842D3C"/>
    <w:rsid w:val="00843B4C"/>
    <w:rsid w:val="008447E2"/>
    <w:rsid w:val="00845B2E"/>
    <w:rsid w:val="0084697E"/>
    <w:rsid w:val="00847041"/>
    <w:rsid w:val="008473AD"/>
    <w:rsid w:val="00852BBE"/>
    <w:rsid w:val="00852FB8"/>
    <w:rsid w:val="00855CDD"/>
    <w:rsid w:val="00857A44"/>
    <w:rsid w:val="008617F6"/>
    <w:rsid w:val="00864819"/>
    <w:rsid w:val="00865F0A"/>
    <w:rsid w:val="008677FD"/>
    <w:rsid w:val="0087026E"/>
    <w:rsid w:val="0087102E"/>
    <w:rsid w:val="0087116F"/>
    <w:rsid w:val="00872D25"/>
    <w:rsid w:val="008739C2"/>
    <w:rsid w:val="008766E7"/>
    <w:rsid w:val="008811D2"/>
    <w:rsid w:val="0088192F"/>
    <w:rsid w:val="00882ACA"/>
    <w:rsid w:val="00882EA3"/>
    <w:rsid w:val="008838E4"/>
    <w:rsid w:val="00883D4B"/>
    <w:rsid w:val="00887415"/>
    <w:rsid w:val="008877CD"/>
    <w:rsid w:val="008943D0"/>
    <w:rsid w:val="008954BD"/>
    <w:rsid w:val="00895DA5"/>
    <w:rsid w:val="008A33EE"/>
    <w:rsid w:val="008A461B"/>
    <w:rsid w:val="008A747D"/>
    <w:rsid w:val="008B0E99"/>
    <w:rsid w:val="008B2EC8"/>
    <w:rsid w:val="008B34A5"/>
    <w:rsid w:val="008B556D"/>
    <w:rsid w:val="008B5BAF"/>
    <w:rsid w:val="008B7776"/>
    <w:rsid w:val="008B77C1"/>
    <w:rsid w:val="008C1391"/>
    <w:rsid w:val="008C4B3B"/>
    <w:rsid w:val="008C52FC"/>
    <w:rsid w:val="008C6E32"/>
    <w:rsid w:val="008C7326"/>
    <w:rsid w:val="008D03A1"/>
    <w:rsid w:val="008D0C32"/>
    <w:rsid w:val="008D1B36"/>
    <w:rsid w:val="008D3F49"/>
    <w:rsid w:val="008E339A"/>
    <w:rsid w:val="008E6823"/>
    <w:rsid w:val="008F0C7F"/>
    <w:rsid w:val="008F190D"/>
    <w:rsid w:val="008F263D"/>
    <w:rsid w:val="008F4063"/>
    <w:rsid w:val="008F40B6"/>
    <w:rsid w:val="008F5821"/>
    <w:rsid w:val="008F5A6D"/>
    <w:rsid w:val="00900E58"/>
    <w:rsid w:val="0090320E"/>
    <w:rsid w:val="00903C6E"/>
    <w:rsid w:val="00905268"/>
    <w:rsid w:val="009072FE"/>
    <w:rsid w:val="0091147C"/>
    <w:rsid w:val="009157B3"/>
    <w:rsid w:val="00916AA5"/>
    <w:rsid w:val="00917C9E"/>
    <w:rsid w:val="009205D2"/>
    <w:rsid w:val="00921C03"/>
    <w:rsid w:val="00922EC5"/>
    <w:rsid w:val="009234E3"/>
    <w:rsid w:val="00923E5E"/>
    <w:rsid w:val="00924D97"/>
    <w:rsid w:val="00925EDE"/>
    <w:rsid w:val="00931957"/>
    <w:rsid w:val="00933661"/>
    <w:rsid w:val="009336E1"/>
    <w:rsid w:val="00934392"/>
    <w:rsid w:val="00943FDB"/>
    <w:rsid w:val="00944434"/>
    <w:rsid w:val="00952302"/>
    <w:rsid w:val="00953B0F"/>
    <w:rsid w:val="00955183"/>
    <w:rsid w:val="00960C30"/>
    <w:rsid w:val="00960D65"/>
    <w:rsid w:val="0096395D"/>
    <w:rsid w:val="009670FA"/>
    <w:rsid w:val="00967CA3"/>
    <w:rsid w:val="00970250"/>
    <w:rsid w:val="009715B4"/>
    <w:rsid w:val="00971760"/>
    <w:rsid w:val="0097308A"/>
    <w:rsid w:val="00975E87"/>
    <w:rsid w:val="009772A3"/>
    <w:rsid w:val="00977CEF"/>
    <w:rsid w:val="00982D6E"/>
    <w:rsid w:val="0098442B"/>
    <w:rsid w:val="009862EF"/>
    <w:rsid w:val="00995C96"/>
    <w:rsid w:val="009972BA"/>
    <w:rsid w:val="0099777C"/>
    <w:rsid w:val="00997E74"/>
    <w:rsid w:val="009A0A04"/>
    <w:rsid w:val="009A0B0E"/>
    <w:rsid w:val="009A7078"/>
    <w:rsid w:val="009B0A71"/>
    <w:rsid w:val="009B5533"/>
    <w:rsid w:val="009B6168"/>
    <w:rsid w:val="009B64CC"/>
    <w:rsid w:val="009C240C"/>
    <w:rsid w:val="009C376D"/>
    <w:rsid w:val="009C4BD9"/>
    <w:rsid w:val="009D10AA"/>
    <w:rsid w:val="009D1240"/>
    <w:rsid w:val="009D2E8A"/>
    <w:rsid w:val="009D3A98"/>
    <w:rsid w:val="009D6DF0"/>
    <w:rsid w:val="009D7379"/>
    <w:rsid w:val="009E43AA"/>
    <w:rsid w:val="009E6DBC"/>
    <w:rsid w:val="009F00F6"/>
    <w:rsid w:val="009F38F5"/>
    <w:rsid w:val="009F6CBE"/>
    <w:rsid w:val="00A00946"/>
    <w:rsid w:val="00A01C2F"/>
    <w:rsid w:val="00A0640C"/>
    <w:rsid w:val="00A104B4"/>
    <w:rsid w:val="00A13376"/>
    <w:rsid w:val="00A14272"/>
    <w:rsid w:val="00A278F9"/>
    <w:rsid w:val="00A2792B"/>
    <w:rsid w:val="00A3077F"/>
    <w:rsid w:val="00A331D9"/>
    <w:rsid w:val="00A339AE"/>
    <w:rsid w:val="00A33FD9"/>
    <w:rsid w:val="00A42E9C"/>
    <w:rsid w:val="00A4336D"/>
    <w:rsid w:val="00A43861"/>
    <w:rsid w:val="00A45FB8"/>
    <w:rsid w:val="00A467DC"/>
    <w:rsid w:val="00A46BDF"/>
    <w:rsid w:val="00A570C7"/>
    <w:rsid w:val="00A6000F"/>
    <w:rsid w:val="00A619FD"/>
    <w:rsid w:val="00A62A3B"/>
    <w:rsid w:val="00A640F6"/>
    <w:rsid w:val="00A64547"/>
    <w:rsid w:val="00A65825"/>
    <w:rsid w:val="00A66972"/>
    <w:rsid w:val="00A70C52"/>
    <w:rsid w:val="00A731AF"/>
    <w:rsid w:val="00A7698F"/>
    <w:rsid w:val="00A7755B"/>
    <w:rsid w:val="00A82613"/>
    <w:rsid w:val="00A83B6F"/>
    <w:rsid w:val="00A84A3E"/>
    <w:rsid w:val="00A84AC4"/>
    <w:rsid w:val="00A9082D"/>
    <w:rsid w:val="00A91526"/>
    <w:rsid w:val="00A9173F"/>
    <w:rsid w:val="00A91F00"/>
    <w:rsid w:val="00A96F30"/>
    <w:rsid w:val="00AA24EA"/>
    <w:rsid w:val="00AA2ACD"/>
    <w:rsid w:val="00AA2C45"/>
    <w:rsid w:val="00AA2F8B"/>
    <w:rsid w:val="00AA3883"/>
    <w:rsid w:val="00AA3D4D"/>
    <w:rsid w:val="00AA4EAD"/>
    <w:rsid w:val="00AA76C1"/>
    <w:rsid w:val="00AB2092"/>
    <w:rsid w:val="00AB22D4"/>
    <w:rsid w:val="00AB72DC"/>
    <w:rsid w:val="00AB7326"/>
    <w:rsid w:val="00AC037A"/>
    <w:rsid w:val="00AC5277"/>
    <w:rsid w:val="00AC68D0"/>
    <w:rsid w:val="00AC70C7"/>
    <w:rsid w:val="00AD0F00"/>
    <w:rsid w:val="00AD26F9"/>
    <w:rsid w:val="00AD2A47"/>
    <w:rsid w:val="00AD3718"/>
    <w:rsid w:val="00AD38C6"/>
    <w:rsid w:val="00AD5F24"/>
    <w:rsid w:val="00AE00CA"/>
    <w:rsid w:val="00AE0846"/>
    <w:rsid w:val="00AE7E8A"/>
    <w:rsid w:val="00AF4692"/>
    <w:rsid w:val="00AF58EE"/>
    <w:rsid w:val="00AF719F"/>
    <w:rsid w:val="00B0123D"/>
    <w:rsid w:val="00B04193"/>
    <w:rsid w:val="00B05BEB"/>
    <w:rsid w:val="00B06674"/>
    <w:rsid w:val="00B07B40"/>
    <w:rsid w:val="00B10174"/>
    <w:rsid w:val="00B106E8"/>
    <w:rsid w:val="00B110EF"/>
    <w:rsid w:val="00B1142E"/>
    <w:rsid w:val="00B12067"/>
    <w:rsid w:val="00B13F43"/>
    <w:rsid w:val="00B20486"/>
    <w:rsid w:val="00B214EC"/>
    <w:rsid w:val="00B26B7F"/>
    <w:rsid w:val="00B26F7F"/>
    <w:rsid w:val="00B2726B"/>
    <w:rsid w:val="00B2782C"/>
    <w:rsid w:val="00B32254"/>
    <w:rsid w:val="00B336DD"/>
    <w:rsid w:val="00B33D39"/>
    <w:rsid w:val="00B37BB3"/>
    <w:rsid w:val="00B44F5C"/>
    <w:rsid w:val="00B45CE7"/>
    <w:rsid w:val="00B50441"/>
    <w:rsid w:val="00B530FE"/>
    <w:rsid w:val="00B54841"/>
    <w:rsid w:val="00B55468"/>
    <w:rsid w:val="00B5599B"/>
    <w:rsid w:val="00B569DB"/>
    <w:rsid w:val="00B64082"/>
    <w:rsid w:val="00B64261"/>
    <w:rsid w:val="00B64FD3"/>
    <w:rsid w:val="00B72031"/>
    <w:rsid w:val="00B75240"/>
    <w:rsid w:val="00B8128C"/>
    <w:rsid w:val="00B83930"/>
    <w:rsid w:val="00B847EA"/>
    <w:rsid w:val="00B91C73"/>
    <w:rsid w:val="00B92EAE"/>
    <w:rsid w:val="00B94399"/>
    <w:rsid w:val="00B95DB1"/>
    <w:rsid w:val="00BA1DA9"/>
    <w:rsid w:val="00BA48F3"/>
    <w:rsid w:val="00BA68A5"/>
    <w:rsid w:val="00BA6A78"/>
    <w:rsid w:val="00BA7758"/>
    <w:rsid w:val="00BB0710"/>
    <w:rsid w:val="00BB1AD4"/>
    <w:rsid w:val="00BB1B4E"/>
    <w:rsid w:val="00BB3A08"/>
    <w:rsid w:val="00BB43BB"/>
    <w:rsid w:val="00BB4CA4"/>
    <w:rsid w:val="00BB59BD"/>
    <w:rsid w:val="00BC3747"/>
    <w:rsid w:val="00BC410E"/>
    <w:rsid w:val="00BC52E9"/>
    <w:rsid w:val="00BC5639"/>
    <w:rsid w:val="00BC6CDE"/>
    <w:rsid w:val="00BD2E92"/>
    <w:rsid w:val="00BD3912"/>
    <w:rsid w:val="00BD4BC1"/>
    <w:rsid w:val="00BE35A4"/>
    <w:rsid w:val="00BE3A11"/>
    <w:rsid w:val="00BE6E15"/>
    <w:rsid w:val="00BE7FB2"/>
    <w:rsid w:val="00BF0457"/>
    <w:rsid w:val="00BF386E"/>
    <w:rsid w:val="00BF49CA"/>
    <w:rsid w:val="00BF5390"/>
    <w:rsid w:val="00BF6611"/>
    <w:rsid w:val="00BF7160"/>
    <w:rsid w:val="00C05206"/>
    <w:rsid w:val="00C057DD"/>
    <w:rsid w:val="00C06227"/>
    <w:rsid w:val="00C07681"/>
    <w:rsid w:val="00C07B69"/>
    <w:rsid w:val="00C14637"/>
    <w:rsid w:val="00C2048C"/>
    <w:rsid w:val="00C21656"/>
    <w:rsid w:val="00C21F3D"/>
    <w:rsid w:val="00C24DB3"/>
    <w:rsid w:val="00C30E40"/>
    <w:rsid w:val="00C32F20"/>
    <w:rsid w:val="00C35E6B"/>
    <w:rsid w:val="00C37287"/>
    <w:rsid w:val="00C37A88"/>
    <w:rsid w:val="00C42DCA"/>
    <w:rsid w:val="00C43239"/>
    <w:rsid w:val="00C432DE"/>
    <w:rsid w:val="00C43F76"/>
    <w:rsid w:val="00C44A1C"/>
    <w:rsid w:val="00C45075"/>
    <w:rsid w:val="00C4570C"/>
    <w:rsid w:val="00C50288"/>
    <w:rsid w:val="00C51801"/>
    <w:rsid w:val="00C64718"/>
    <w:rsid w:val="00C64FE1"/>
    <w:rsid w:val="00C65524"/>
    <w:rsid w:val="00C6583C"/>
    <w:rsid w:val="00C65F9B"/>
    <w:rsid w:val="00C72891"/>
    <w:rsid w:val="00C7354A"/>
    <w:rsid w:val="00C76596"/>
    <w:rsid w:val="00C7710C"/>
    <w:rsid w:val="00C800A9"/>
    <w:rsid w:val="00C81897"/>
    <w:rsid w:val="00C8208E"/>
    <w:rsid w:val="00C82B18"/>
    <w:rsid w:val="00C8308A"/>
    <w:rsid w:val="00C83168"/>
    <w:rsid w:val="00C83840"/>
    <w:rsid w:val="00C8565D"/>
    <w:rsid w:val="00C85797"/>
    <w:rsid w:val="00C92F32"/>
    <w:rsid w:val="00C930A4"/>
    <w:rsid w:val="00C935D7"/>
    <w:rsid w:val="00C9365E"/>
    <w:rsid w:val="00C942A8"/>
    <w:rsid w:val="00CA6FC4"/>
    <w:rsid w:val="00CA72A4"/>
    <w:rsid w:val="00CB040E"/>
    <w:rsid w:val="00CB243E"/>
    <w:rsid w:val="00CB7EC0"/>
    <w:rsid w:val="00CC04E0"/>
    <w:rsid w:val="00CC04F2"/>
    <w:rsid w:val="00CC2025"/>
    <w:rsid w:val="00CC2C52"/>
    <w:rsid w:val="00CC4107"/>
    <w:rsid w:val="00CC4CD5"/>
    <w:rsid w:val="00CC60AA"/>
    <w:rsid w:val="00CC6A3A"/>
    <w:rsid w:val="00CC79BF"/>
    <w:rsid w:val="00CD3515"/>
    <w:rsid w:val="00CD43D3"/>
    <w:rsid w:val="00CD62A3"/>
    <w:rsid w:val="00CD654B"/>
    <w:rsid w:val="00CD7464"/>
    <w:rsid w:val="00CE0112"/>
    <w:rsid w:val="00CE0C5C"/>
    <w:rsid w:val="00CE1035"/>
    <w:rsid w:val="00CE11DE"/>
    <w:rsid w:val="00CE205B"/>
    <w:rsid w:val="00CE61B2"/>
    <w:rsid w:val="00CF05D5"/>
    <w:rsid w:val="00CF19F6"/>
    <w:rsid w:val="00CF55E3"/>
    <w:rsid w:val="00CF5832"/>
    <w:rsid w:val="00CF7850"/>
    <w:rsid w:val="00D06A46"/>
    <w:rsid w:val="00D10CCF"/>
    <w:rsid w:val="00D1191E"/>
    <w:rsid w:val="00D12DF8"/>
    <w:rsid w:val="00D13CEF"/>
    <w:rsid w:val="00D15E4E"/>
    <w:rsid w:val="00D1745E"/>
    <w:rsid w:val="00D215D4"/>
    <w:rsid w:val="00D21B9D"/>
    <w:rsid w:val="00D22B6D"/>
    <w:rsid w:val="00D23387"/>
    <w:rsid w:val="00D26D92"/>
    <w:rsid w:val="00D26EC5"/>
    <w:rsid w:val="00D30451"/>
    <w:rsid w:val="00D30888"/>
    <w:rsid w:val="00D34AE1"/>
    <w:rsid w:val="00D35035"/>
    <w:rsid w:val="00D36BD0"/>
    <w:rsid w:val="00D43709"/>
    <w:rsid w:val="00D47266"/>
    <w:rsid w:val="00D50EE3"/>
    <w:rsid w:val="00D5400B"/>
    <w:rsid w:val="00D540F3"/>
    <w:rsid w:val="00D61F45"/>
    <w:rsid w:val="00D62800"/>
    <w:rsid w:val="00D63332"/>
    <w:rsid w:val="00D64B21"/>
    <w:rsid w:val="00D64CD2"/>
    <w:rsid w:val="00D64CEA"/>
    <w:rsid w:val="00D65361"/>
    <w:rsid w:val="00D6695C"/>
    <w:rsid w:val="00D67E7F"/>
    <w:rsid w:val="00D709E4"/>
    <w:rsid w:val="00D71232"/>
    <w:rsid w:val="00D71574"/>
    <w:rsid w:val="00D7161E"/>
    <w:rsid w:val="00D71740"/>
    <w:rsid w:val="00D718CD"/>
    <w:rsid w:val="00D74002"/>
    <w:rsid w:val="00D75EB6"/>
    <w:rsid w:val="00D76712"/>
    <w:rsid w:val="00D76F3B"/>
    <w:rsid w:val="00D77E2B"/>
    <w:rsid w:val="00D77E84"/>
    <w:rsid w:val="00D80DF0"/>
    <w:rsid w:val="00D80EFB"/>
    <w:rsid w:val="00D82464"/>
    <w:rsid w:val="00D86C12"/>
    <w:rsid w:val="00D87AC2"/>
    <w:rsid w:val="00D904E2"/>
    <w:rsid w:val="00D90B1C"/>
    <w:rsid w:val="00D92C33"/>
    <w:rsid w:val="00D951C3"/>
    <w:rsid w:val="00DA1663"/>
    <w:rsid w:val="00DA4706"/>
    <w:rsid w:val="00DA4A78"/>
    <w:rsid w:val="00DA698D"/>
    <w:rsid w:val="00DA7D16"/>
    <w:rsid w:val="00DB1F48"/>
    <w:rsid w:val="00DB39A0"/>
    <w:rsid w:val="00DB79F6"/>
    <w:rsid w:val="00DC0A75"/>
    <w:rsid w:val="00DC1EC5"/>
    <w:rsid w:val="00DC21CF"/>
    <w:rsid w:val="00DC2ABD"/>
    <w:rsid w:val="00DC2C60"/>
    <w:rsid w:val="00DC6385"/>
    <w:rsid w:val="00DC7E86"/>
    <w:rsid w:val="00DD1BCB"/>
    <w:rsid w:val="00DD2B82"/>
    <w:rsid w:val="00DD42B4"/>
    <w:rsid w:val="00DD49E5"/>
    <w:rsid w:val="00DD4EFB"/>
    <w:rsid w:val="00DD536C"/>
    <w:rsid w:val="00DD5F30"/>
    <w:rsid w:val="00DD797C"/>
    <w:rsid w:val="00DD7B7F"/>
    <w:rsid w:val="00DF12DC"/>
    <w:rsid w:val="00DF4B92"/>
    <w:rsid w:val="00DF5FF0"/>
    <w:rsid w:val="00DF6674"/>
    <w:rsid w:val="00DF6DAE"/>
    <w:rsid w:val="00E00FEF"/>
    <w:rsid w:val="00E03FFE"/>
    <w:rsid w:val="00E0534D"/>
    <w:rsid w:val="00E054F2"/>
    <w:rsid w:val="00E06838"/>
    <w:rsid w:val="00E06C38"/>
    <w:rsid w:val="00E10F2D"/>
    <w:rsid w:val="00E12EB2"/>
    <w:rsid w:val="00E13AAE"/>
    <w:rsid w:val="00E13ECA"/>
    <w:rsid w:val="00E15484"/>
    <w:rsid w:val="00E21FE3"/>
    <w:rsid w:val="00E2368A"/>
    <w:rsid w:val="00E253CA"/>
    <w:rsid w:val="00E25785"/>
    <w:rsid w:val="00E261B1"/>
    <w:rsid w:val="00E31745"/>
    <w:rsid w:val="00E34E4F"/>
    <w:rsid w:val="00E41013"/>
    <w:rsid w:val="00E42890"/>
    <w:rsid w:val="00E531B5"/>
    <w:rsid w:val="00E53DE6"/>
    <w:rsid w:val="00E5503C"/>
    <w:rsid w:val="00E551F5"/>
    <w:rsid w:val="00E645C6"/>
    <w:rsid w:val="00E654F0"/>
    <w:rsid w:val="00E658FD"/>
    <w:rsid w:val="00E66A19"/>
    <w:rsid w:val="00E67656"/>
    <w:rsid w:val="00E704D3"/>
    <w:rsid w:val="00E73576"/>
    <w:rsid w:val="00E73C9E"/>
    <w:rsid w:val="00E73F8A"/>
    <w:rsid w:val="00E742BB"/>
    <w:rsid w:val="00E74648"/>
    <w:rsid w:val="00E76160"/>
    <w:rsid w:val="00E81DDE"/>
    <w:rsid w:val="00E831FC"/>
    <w:rsid w:val="00E8344C"/>
    <w:rsid w:val="00E847F0"/>
    <w:rsid w:val="00E86193"/>
    <w:rsid w:val="00E957B9"/>
    <w:rsid w:val="00E95CA7"/>
    <w:rsid w:val="00E977E4"/>
    <w:rsid w:val="00EA16A2"/>
    <w:rsid w:val="00EA400C"/>
    <w:rsid w:val="00EA71DD"/>
    <w:rsid w:val="00EA7522"/>
    <w:rsid w:val="00EB0479"/>
    <w:rsid w:val="00EB1EE7"/>
    <w:rsid w:val="00EB247B"/>
    <w:rsid w:val="00EC1383"/>
    <w:rsid w:val="00EC1C64"/>
    <w:rsid w:val="00EC3129"/>
    <w:rsid w:val="00EC4F76"/>
    <w:rsid w:val="00ED39E8"/>
    <w:rsid w:val="00ED6B58"/>
    <w:rsid w:val="00EE0350"/>
    <w:rsid w:val="00EE119F"/>
    <w:rsid w:val="00EE23D6"/>
    <w:rsid w:val="00EE2F96"/>
    <w:rsid w:val="00EF1942"/>
    <w:rsid w:val="00EF20F8"/>
    <w:rsid w:val="00EF2F0D"/>
    <w:rsid w:val="00EF576E"/>
    <w:rsid w:val="00F10307"/>
    <w:rsid w:val="00F129C5"/>
    <w:rsid w:val="00F13081"/>
    <w:rsid w:val="00F13AE0"/>
    <w:rsid w:val="00F14C12"/>
    <w:rsid w:val="00F15F30"/>
    <w:rsid w:val="00F16885"/>
    <w:rsid w:val="00F259F5"/>
    <w:rsid w:val="00F25F15"/>
    <w:rsid w:val="00F30BDC"/>
    <w:rsid w:val="00F3180F"/>
    <w:rsid w:val="00F31A50"/>
    <w:rsid w:val="00F3394D"/>
    <w:rsid w:val="00F34EC9"/>
    <w:rsid w:val="00F352EE"/>
    <w:rsid w:val="00F36ACF"/>
    <w:rsid w:val="00F36E9E"/>
    <w:rsid w:val="00F373B8"/>
    <w:rsid w:val="00F375AD"/>
    <w:rsid w:val="00F37611"/>
    <w:rsid w:val="00F40488"/>
    <w:rsid w:val="00F42030"/>
    <w:rsid w:val="00F42FC6"/>
    <w:rsid w:val="00F43669"/>
    <w:rsid w:val="00F440BA"/>
    <w:rsid w:val="00F44A09"/>
    <w:rsid w:val="00F463E8"/>
    <w:rsid w:val="00F47FD1"/>
    <w:rsid w:val="00F5232E"/>
    <w:rsid w:val="00F52AC9"/>
    <w:rsid w:val="00F52CC4"/>
    <w:rsid w:val="00F60D57"/>
    <w:rsid w:val="00F616A1"/>
    <w:rsid w:val="00F640CF"/>
    <w:rsid w:val="00F65528"/>
    <w:rsid w:val="00F70B57"/>
    <w:rsid w:val="00F70D08"/>
    <w:rsid w:val="00F71B36"/>
    <w:rsid w:val="00F7522E"/>
    <w:rsid w:val="00F77BF6"/>
    <w:rsid w:val="00F77F3D"/>
    <w:rsid w:val="00F81A19"/>
    <w:rsid w:val="00F82248"/>
    <w:rsid w:val="00F8326F"/>
    <w:rsid w:val="00F85234"/>
    <w:rsid w:val="00F863B6"/>
    <w:rsid w:val="00F90583"/>
    <w:rsid w:val="00F91426"/>
    <w:rsid w:val="00F92CCF"/>
    <w:rsid w:val="00F93762"/>
    <w:rsid w:val="00F95C2C"/>
    <w:rsid w:val="00F97041"/>
    <w:rsid w:val="00FA391B"/>
    <w:rsid w:val="00FA4BD6"/>
    <w:rsid w:val="00FA5881"/>
    <w:rsid w:val="00FA6D8C"/>
    <w:rsid w:val="00FB1D95"/>
    <w:rsid w:val="00FB253D"/>
    <w:rsid w:val="00FB3BA1"/>
    <w:rsid w:val="00FB3DCB"/>
    <w:rsid w:val="00FB4B86"/>
    <w:rsid w:val="00FB5169"/>
    <w:rsid w:val="00FC0C67"/>
    <w:rsid w:val="00FC20F6"/>
    <w:rsid w:val="00FC4472"/>
    <w:rsid w:val="00FC5228"/>
    <w:rsid w:val="00FD0AFA"/>
    <w:rsid w:val="00FD4EBE"/>
    <w:rsid w:val="00FD6984"/>
    <w:rsid w:val="00FE154A"/>
    <w:rsid w:val="00FE2F32"/>
    <w:rsid w:val="00FE3B28"/>
    <w:rsid w:val="00FE4455"/>
    <w:rsid w:val="00FF16C3"/>
    <w:rsid w:val="00FF4FB9"/>
    <w:rsid w:val="00FF596E"/>
    <w:rsid w:val="00FF69D9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3B"/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497E92"/>
    <w:pPr>
      <w:spacing w:before="900" w:after="200"/>
      <w:outlineLvl w:val="0"/>
    </w:pPr>
    <w:rPr>
      <w:b/>
      <w:color w:val="435169"/>
      <w:sz w:val="60"/>
    </w:rPr>
  </w:style>
  <w:style w:type="paragraph" w:styleId="Heading2">
    <w:name w:val="heading 2"/>
    <w:basedOn w:val="Text"/>
    <w:next w:val="Normal"/>
    <w:qFormat/>
    <w:rsid w:val="00D50EE3"/>
    <w:pPr>
      <w:spacing w:before="320" w:after="40" w:line="240" w:lineRule="auto"/>
      <w:outlineLvl w:val="1"/>
    </w:pPr>
    <w:rPr>
      <w:b/>
      <w:color w:val="435169"/>
      <w:sz w:val="28"/>
    </w:rPr>
  </w:style>
  <w:style w:type="paragraph" w:styleId="Heading3">
    <w:name w:val="heading 3"/>
    <w:basedOn w:val="Heading2"/>
    <w:next w:val="Normal"/>
    <w:qFormat/>
    <w:rsid w:val="00D87AC2"/>
    <w:pPr>
      <w:spacing w:before="240"/>
      <w:outlineLvl w:val="2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E92"/>
    <w:rPr>
      <w:rFonts w:ascii="Verdana" w:hAnsi="Verdana"/>
      <w:b/>
      <w:color w:val="435169"/>
      <w:sz w:val="60"/>
      <w:szCs w:val="24"/>
      <w:lang w:val="en-US" w:eastAsia="en-US" w:bidi="ar-SA"/>
    </w:rPr>
  </w:style>
  <w:style w:type="paragraph" w:customStyle="1" w:styleId="Text">
    <w:name w:val="Text"/>
    <w:basedOn w:val="Normal"/>
    <w:rsid w:val="0065641A"/>
    <w:pPr>
      <w:spacing w:after="160" w:line="288" w:lineRule="auto"/>
    </w:pPr>
    <w:rPr>
      <w:color w:val="506280"/>
    </w:rPr>
  </w:style>
  <w:style w:type="paragraph" w:styleId="BalloonText">
    <w:name w:val="Balloon Text"/>
    <w:basedOn w:val="Normal"/>
    <w:semiHidden/>
    <w:rsid w:val="004850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lume">
    <w:name w:val="Volume"/>
    <w:basedOn w:val="Normal"/>
    <w:rsid w:val="00FE3B28"/>
    <w:pPr>
      <w:jc w:val="right"/>
    </w:pPr>
    <w:rPr>
      <w:caps/>
      <w:color w:val="506280"/>
      <w:sz w:val="16"/>
      <w:szCs w:val="16"/>
    </w:rPr>
  </w:style>
  <w:style w:type="paragraph" w:customStyle="1" w:styleId="Subhead">
    <w:name w:val="Subhead"/>
    <w:basedOn w:val="Heading3"/>
    <w:rsid w:val="00F70B57"/>
    <w:rPr>
      <w:sz w:val="18"/>
      <w:szCs w:val="18"/>
    </w:rPr>
  </w:style>
  <w:style w:type="paragraph" w:customStyle="1" w:styleId="CompanyInfo">
    <w:name w:val="Company Info"/>
    <w:basedOn w:val="Normal"/>
    <w:rsid w:val="00F30BDC"/>
    <w:pPr>
      <w:spacing w:before="240" w:after="240"/>
      <w:ind w:left="245"/>
    </w:pPr>
    <w:rPr>
      <w:b/>
      <w:color w:val="506280"/>
    </w:rPr>
  </w:style>
  <w:style w:type="paragraph" w:customStyle="1" w:styleId="Quotation2Numbered">
    <w:name w:val="Quotation 2 Numbered"/>
    <w:basedOn w:val="Normal"/>
    <w:link w:val="Quotation2NumberedChar"/>
    <w:rsid w:val="00F30BDC"/>
    <w:pPr>
      <w:numPr>
        <w:numId w:val="1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F30BDC"/>
    <w:rPr>
      <w:rFonts w:ascii="Verdana" w:hAnsi="Verdana"/>
      <w:i/>
      <w:color w:val="506280"/>
      <w:sz w:val="18"/>
      <w:szCs w:val="24"/>
    </w:rPr>
  </w:style>
  <w:style w:type="paragraph" w:styleId="Date">
    <w:name w:val="Date"/>
    <w:basedOn w:val="Normal"/>
    <w:next w:val="Normal"/>
    <w:link w:val="DateChar"/>
    <w:rsid w:val="00FE3B28"/>
    <w:rPr>
      <w:caps/>
      <w:color w:val="506280"/>
      <w:sz w:val="16"/>
      <w:szCs w:val="16"/>
    </w:rPr>
  </w:style>
  <w:style w:type="paragraph" w:customStyle="1" w:styleId="TableText">
    <w:name w:val="Table Text"/>
    <w:basedOn w:val="Text"/>
    <w:rsid w:val="006E1BBE"/>
    <w:pPr>
      <w:spacing w:after="0"/>
    </w:pPr>
  </w:style>
  <w:style w:type="paragraph" w:customStyle="1" w:styleId="StyleQuotationLeft0">
    <w:name w:val="Style Quotation + Left:  0&quot;"/>
    <w:basedOn w:val="Normal"/>
    <w:rsid w:val="00F30BDC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2411E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835B28"/>
    <w:rPr>
      <w:rFonts w:ascii="Verdana" w:hAnsi="Verdana"/>
      <w:sz w:val="18"/>
      <w:szCs w:val="24"/>
    </w:rPr>
  </w:style>
  <w:style w:type="character" w:styleId="FollowedHyperlink">
    <w:name w:val="FollowedHyperlink"/>
    <w:basedOn w:val="DefaultParagraphFont"/>
    <w:rsid w:val="00835B2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0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unhideWhenUsed/>
    <w:rsid w:val="000E037E"/>
    <w:rPr>
      <w:i/>
      <w:iCs/>
    </w:rPr>
  </w:style>
  <w:style w:type="character" w:styleId="Strong">
    <w:name w:val="Strong"/>
    <w:basedOn w:val="DefaultParagraphFont"/>
    <w:uiPriority w:val="22"/>
    <w:qFormat/>
    <w:rsid w:val="00FB253D"/>
    <w:rPr>
      <w:b/>
      <w:bCs/>
    </w:rPr>
  </w:style>
  <w:style w:type="paragraph" w:styleId="Header">
    <w:name w:val="header"/>
    <w:basedOn w:val="Normal"/>
    <w:link w:val="HeaderChar"/>
    <w:uiPriority w:val="99"/>
    <w:rsid w:val="00E23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68A"/>
    <w:rPr>
      <w:rFonts w:ascii="Verdana" w:hAnsi="Verdana"/>
      <w:sz w:val="18"/>
      <w:szCs w:val="24"/>
    </w:rPr>
  </w:style>
  <w:style w:type="paragraph" w:styleId="Footer">
    <w:name w:val="footer"/>
    <w:basedOn w:val="Normal"/>
    <w:link w:val="FooterChar"/>
    <w:rsid w:val="00E23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368A"/>
    <w:rPr>
      <w:rFonts w:ascii="Verdana" w:hAnsi="Verdana"/>
      <w:sz w:val="18"/>
      <w:szCs w:val="24"/>
    </w:rPr>
  </w:style>
  <w:style w:type="character" w:customStyle="1" w:styleId="DateChar">
    <w:name w:val="Date Char"/>
    <w:basedOn w:val="DefaultParagraphFont"/>
    <w:link w:val="Date"/>
    <w:rsid w:val="00166A50"/>
    <w:rPr>
      <w:rFonts w:ascii="Verdana" w:hAnsi="Verdana"/>
      <w:caps/>
      <w:color w:val="506280"/>
      <w:sz w:val="16"/>
      <w:szCs w:val="16"/>
    </w:rPr>
  </w:style>
  <w:style w:type="paragraph" w:styleId="NormalWeb">
    <w:name w:val="Normal (Web)"/>
    <w:basedOn w:val="Normal"/>
    <w:uiPriority w:val="99"/>
    <w:unhideWhenUsed/>
    <w:rsid w:val="005C5CF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stepnum">
    <w:name w:val="stepnum"/>
    <w:basedOn w:val="DefaultParagraphFont"/>
    <w:rsid w:val="005C5CF0"/>
  </w:style>
  <w:style w:type="character" w:customStyle="1" w:styleId="apple-converted-space">
    <w:name w:val="apple-converted-space"/>
    <w:basedOn w:val="DefaultParagraphFont"/>
    <w:rsid w:val="005C5CF0"/>
  </w:style>
  <w:style w:type="character" w:styleId="Emphasis">
    <w:name w:val="Emphasis"/>
    <w:basedOn w:val="DefaultParagraphFont"/>
    <w:uiPriority w:val="20"/>
    <w:qFormat/>
    <w:rsid w:val="00B91C73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CE1035"/>
    <w:rPr>
      <w:rFonts w:ascii="Verdana" w:hAnsi="Verdana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3B"/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497E92"/>
    <w:pPr>
      <w:spacing w:before="900" w:after="200"/>
      <w:outlineLvl w:val="0"/>
    </w:pPr>
    <w:rPr>
      <w:b/>
      <w:color w:val="435169"/>
      <w:sz w:val="60"/>
    </w:rPr>
  </w:style>
  <w:style w:type="paragraph" w:styleId="Heading2">
    <w:name w:val="heading 2"/>
    <w:basedOn w:val="Text"/>
    <w:next w:val="Normal"/>
    <w:qFormat/>
    <w:rsid w:val="00D50EE3"/>
    <w:pPr>
      <w:spacing w:before="320" w:after="40" w:line="240" w:lineRule="auto"/>
      <w:outlineLvl w:val="1"/>
    </w:pPr>
    <w:rPr>
      <w:b/>
      <w:color w:val="435169"/>
      <w:sz w:val="28"/>
    </w:rPr>
  </w:style>
  <w:style w:type="paragraph" w:styleId="Heading3">
    <w:name w:val="heading 3"/>
    <w:basedOn w:val="Heading2"/>
    <w:next w:val="Normal"/>
    <w:qFormat/>
    <w:rsid w:val="00D87AC2"/>
    <w:pPr>
      <w:spacing w:before="240"/>
      <w:outlineLvl w:val="2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E92"/>
    <w:rPr>
      <w:rFonts w:ascii="Verdana" w:hAnsi="Verdana"/>
      <w:b/>
      <w:color w:val="435169"/>
      <w:sz w:val="60"/>
      <w:szCs w:val="24"/>
      <w:lang w:val="en-US" w:eastAsia="en-US" w:bidi="ar-SA"/>
    </w:rPr>
  </w:style>
  <w:style w:type="paragraph" w:customStyle="1" w:styleId="Text">
    <w:name w:val="Text"/>
    <w:basedOn w:val="Normal"/>
    <w:rsid w:val="0065641A"/>
    <w:pPr>
      <w:spacing w:after="160" w:line="288" w:lineRule="auto"/>
    </w:pPr>
    <w:rPr>
      <w:color w:val="506280"/>
    </w:rPr>
  </w:style>
  <w:style w:type="paragraph" w:styleId="BalloonText">
    <w:name w:val="Balloon Text"/>
    <w:basedOn w:val="Normal"/>
    <w:semiHidden/>
    <w:rsid w:val="004850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lume">
    <w:name w:val="Volume"/>
    <w:basedOn w:val="Normal"/>
    <w:rsid w:val="00FE3B28"/>
    <w:pPr>
      <w:jc w:val="right"/>
    </w:pPr>
    <w:rPr>
      <w:caps/>
      <w:color w:val="506280"/>
      <w:sz w:val="16"/>
      <w:szCs w:val="16"/>
    </w:rPr>
  </w:style>
  <w:style w:type="paragraph" w:customStyle="1" w:styleId="Subhead">
    <w:name w:val="Subhead"/>
    <w:basedOn w:val="Heading3"/>
    <w:rsid w:val="00F70B57"/>
    <w:rPr>
      <w:sz w:val="18"/>
      <w:szCs w:val="18"/>
    </w:rPr>
  </w:style>
  <w:style w:type="paragraph" w:customStyle="1" w:styleId="CompanyInfo">
    <w:name w:val="Company Info"/>
    <w:basedOn w:val="Normal"/>
    <w:rsid w:val="00F30BDC"/>
    <w:pPr>
      <w:spacing w:before="240" w:after="240"/>
      <w:ind w:left="245"/>
    </w:pPr>
    <w:rPr>
      <w:b/>
      <w:color w:val="506280"/>
    </w:rPr>
  </w:style>
  <w:style w:type="paragraph" w:customStyle="1" w:styleId="Quotation2Numbered">
    <w:name w:val="Quotation 2 Numbered"/>
    <w:basedOn w:val="Normal"/>
    <w:link w:val="Quotation2NumberedChar"/>
    <w:rsid w:val="00F30BDC"/>
    <w:pPr>
      <w:numPr>
        <w:numId w:val="1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F30BDC"/>
    <w:rPr>
      <w:rFonts w:ascii="Verdana" w:hAnsi="Verdana"/>
      <w:i/>
      <w:color w:val="506280"/>
      <w:sz w:val="18"/>
      <w:szCs w:val="24"/>
    </w:rPr>
  </w:style>
  <w:style w:type="paragraph" w:styleId="Date">
    <w:name w:val="Date"/>
    <w:basedOn w:val="Normal"/>
    <w:next w:val="Normal"/>
    <w:link w:val="DateChar"/>
    <w:rsid w:val="00FE3B28"/>
    <w:rPr>
      <w:caps/>
      <w:color w:val="506280"/>
      <w:sz w:val="16"/>
      <w:szCs w:val="16"/>
    </w:rPr>
  </w:style>
  <w:style w:type="paragraph" w:customStyle="1" w:styleId="TableText">
    <w:name w:val="Table Text"/>
    <w:basedOn w:val="Text"/>
    <w:rsid w:val="006E1BBE"/>
    <w:pPr>
      <w:spacing w:after="0"/>
    </w:pPr>
  </w:style>
  <w:style w:type="paragraph" w:customStyle="1" w:styleId="StyleQuotationLeft0">
    <w:name w:val="Style Quotation + Left:  0&quot;"/>
    <w:basedOn w:val="Normal"/>
    <w:rsid w:val="00F30BDC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2411E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835B28"/>
    <w:rPr>
      <w:rFonts w:ascii="Verdana" w:hAnsi="Verdana"/>
      <w:sz w:val="18"/>
      <w:szCs w:val="24"/>
    </w:rPr>
  </w:style>
  <w:style w:type="character" w:styleId="FollowedHyperlink">
    <w:name w:val="FollowedHyperlink"/>
    <w:basedOn w:val="DefaultParagraphFont"/>
    <w:rsid w:val="00835B2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0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unhideWhenUsed/>
    <w:rsid w:val="000E037E"/>
    <w:rPr>
      <w:i/>
      <w:iCs/>
    </w:rPr>
  </w:style>
  <w:style w:type="character" w:styleId="Strong">
    <w:name w:val="Strong"/>
    <w:basedOn w:val="DefaultParagraphFont"/>
    <w:uiPriority w:val="22"/>
    <w:qFormat/>
    <w:rsid w:val="00FB253D"/>
    <w:rPr>
      <w:b/>
      <w:bCs/>
    </w:rPr>
  </w:style>
  <w:style w:type="paragraph" w:styleId="Header">
    <w:name w:val="header"/>
    <w:basedOn w:val="Normal"/>
    <w:link w:val="HeaderChar"/>
    <w:uiPriority w:val="99"/>
    <w:rsid w:val="00E23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368A"/>
    <w:rPr>
      <w:rFonts w:ascii="Verdana" w:hAnsi="Verdana"/>
      <w:sz w:val="18"/>
      <w:szCs w:val="24"/>
    </w:rPr>
  </w:style>
  <w:style w:type="paragraph" w:styleId="Footer">
    <w:name w:val="footer"/>
    <w:basedOn w:val="Normal"/>
    <w:link w:val="FooterChar"/>
    <w:rsid w:val="00E23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368A"/>
    <w:rPr>
      <w:rFonts w:ascii="Verdana" w:hAnsi="Verdana"/>
      <w:sz w:val="18"/>
      <w:szCs w:val="24"/>
    </w:rPr>
  </w:style>
  <w:style w:type="character" w:customStyle="1" w:styleId="DateChar">
    <w:name w:val="Date Char"/>
    <w:basedOn w:val="DefaultParagraphFont"/>
    <w:link w:val="Date"/>
    <w:rsid w:val="00166A50"/>
    <w:rPr>
      <w:rFonts w:ascii="Verdana" w:hAnsi="Verdana"/>
      <w:caps/>
      <w:color w:val="506280"/>
      <w:sz w:val="16"/>
      <w:szCs w:val="16"/>
    </w:rPr>
  </w:style>
  <w:style w:type="paragraph" w:styleId="NormalWeb">
    <w:name w:val="Normal (Web)"/>
    <w:basedOn w:val="Normal"/>
    <w:uiPriority w:val="99"/>
    <w:unhideWhenUsed/>
    <w:rsid w:val="005C5CF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stepnum">
    <w:name w:val="stepnum"/>
    <w:basedOn w:val="DefaultParagraphFont"/>
    <w:rsid w:val="005C5CF0"/>
  </w:style>
  <w:style w:type="character" w:customStyle="1" w:styleId="apple-converted-space">
    <w:name w:val="apple-converted-space"/>
    <w:basedOn w:val="DefaultParagraphFont"/>
    <w:rsid w:val="005C5CF0"/>
  </w:style>
  <w:style w:type="character" w:styleId="Emphasis">
    <w:name w:val="Emphasis"/>
    <w:basedOn w:val="DefaultParagraphFont"/>
    <w:uiPriority w:val="20"/>
    <w:qFormat/>
    <w:rsid w:val="00B91C73"/>
    <w:rPr>
      <w:i/>
      <w:iCs/>
    </w:rPr>
  </w:style>
  <w:style w:type="character" w:customStyle="1" w:styleId="NoSpacingChar">
    <w:name w:val="No Spacing Char"/>
    <w:link w:val="NoSpacing"/>
    <w:uiPriority w:val="1"/>
    <w:locked/>
    <w:rsid w:val="00CE1035"/>
    <w:rPr>
      <w:rFonts w:ascii="Verdana" w:hAnsi="Verdan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8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1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50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76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015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021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1109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003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5204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694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4044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250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5470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0586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5351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0756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1292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35105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782707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9135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57272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287273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4118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2460965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6906712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546694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761908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682129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35177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643803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5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67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84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821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6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38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63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212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099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880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93726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80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793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818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6800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7040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0534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464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40076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521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312767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80710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358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4779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49383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81299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795143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35121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012807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12742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94120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305539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8082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t.ly/2ht66WQ" TargetMode="External"/><Relationship Id="rId18" Type="http://schemas.openxmlformats.org/officeDocument/2006/relationships/image" Target="media/image6.jpeg"/><Relationship Id="rId26" Type="http://schemas.openxmlformats.org/officeDocument/2006/relationships/hyperlink" Target="http://bit.ly/2dZYoWE" TargetMode="External"/><Relationship Id="rId3" Type="http://schemas.openxmlformats.org/officeDocument/2006/relationships/styles" Target="styles.xml"/><Relationship Id="rId21" Type="http://schemas.openxmlformats.org/officeDocument/2006/relationships/hyperlink" Target="http://bit.ly/2g9dRWG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yperlink" Target="http://classroom.google.com/" TargetMode="External"/><Relationship Id="rId25" Type="http://schemas.openxmlformats.org/officeDocument/2006/relationships/hyperlink" Target="http://bit.ly/2r95r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t.ly/2dHB1N8" TargetMode="External"/><Relationship Id="rId20" Type="http://schemas.openxmlformats.org/officeDocument/2006/relationships/hyperlink" Target="mailto:jill.stinson@bristoltwpsd.org" TargetMode="External"/><Relationship Id="rId29" Type="http://schemas.openxmlformats.org/officeDocument/2006/relationships/hyperlink" Target="http://bit.ly/2eJrOo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t.ly/2ht66WQ" TargetMode="External"/><Relationship Id="rId24" Type="http://schemas.openxmlformats.org/officeDocument/2006/relationships/hyperlink" Target="http://bit.ly/2xgB0dI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hyperlink" Target="http://bit.ly/2AmPkmK" TargetMode="External"/><Relationship Id="rId28" Type="http://schemas.openxmlformats.org/officeDocument/2006/relationships/hyperlink" Target="http://bit.ly/2pej2Yw" TargetMode="External"/><Relationship Id="rId10" Type="http://schemas.openxmlformats.org/officeDocument/2006/relationships/hyperlink" Target="mailto:karla.jones@bristoltwpsd.org" TargetMode="External"/><Relationship Id="rId19" Type="http://schemas.openxmlformats.org/officeDocument/2006/relationships/hyperlink" Target="http://bit.ly/2eT7a7D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image" Target="media/image7.png"/><Relationship Id="rId27" Type="http://schemas.openxmlformats.org/officeDocument/2006/relationships/hyperlink" Target="http://bit.ly/2fRTRWZ" TargetMode="External"/><Relationship Id="rId30" Type="http://schemas.openxmlformats.org/officeDocument/2006/relationships/hyperlink" Target="mailto:kjones1@btsd.us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la\AppData\Roaming\Microsoft\Templates\E-mail%20news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9E1CB-4165-4E51-94DA-4A7FE9FE0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E-mail newsletter</Template>
  <TotalTime>0</TotalTime>
  <Pages>2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3</cp:revision>
  <cp:lastPrinted>2017-12-11T12:36:00Z</cp:lastPrinted>
  <dcterms:created xsi:type="dcterms:W3CDTF">2017-12-11T12:36:00Z</dcterms:created>
  <dcterms:modified xsi:type="dcterms:W3CDTF">2017-12-11T12:41:00Z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TC010219711033</vt:lpwstr>
  </property>
</Properties>
</file>